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29445" w14:textId="77777777" w:rsidR="00E6726E" w:rsidRPr="00296353" w:rsidRDefault="00E6726E" w:rsidP="00E6726E">
      <w:pPr>
        <w:pStyle w:val="Titel"/>
        <w:pBdr>
          <w:bottom w:val="single" w:sz="8" w:space="4" w:color="5B9BD5" w:themeColor="accent1"/>
        </w:pBdr>
        <w:spacing w:after="300"/>
        <w:rPr>
          <w:rFonts w:ascii="Calibri" w:hAnsi="Calibri" w:cs="Calibri"/>
          <w:color w:val="4472C4" w:themeColor="accent5"/>
          <w:sz w:val="28"/>
          <w:szCs w:val="28"/>
        </w:rPr>
      </w:pPr>
      <w:r>
        <w:rPr>
          <w:rFonts w:ascii="Calibri" w:hAnsi="Calibri" w:cs="Calibri"/>
          <w:color w:val="4472C4" w:themeColor="accent5"/>
          <w:sz w:val="28"/>
          <w:szCs w:val="28"/>
        </w:rPr>
        <w:t>Lektion 1: Alltag</w:t>
      </w:r>
    </w:p>
    <w:p w14:paraId="152ECDDF" w14:textId="77777777" w:rsidR="00E6726E" w:rsidRPr="00A40EE0" w:rsidRDefault="00E6726E" w:rsidP="00E6726E">
      <w:pPr>
        <w:rPr>
          <w:b/>
        </w:rPr>
      </w:pPr>
      <w:r w:rsidRPr="00A40EE0">
        <w:rPr>
          <w:b/>
        </w:rPr>
        <w:t>DEUTSCH</w:t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  <w:t>IHRE SPRACHE</w:t>
      </w:r>
    </w:p>
    <w:p w14:paraId="3F9C9D55" w14:textId="77777777" w:rsidR="00E6726E" w:rsidRPr="00A40EE0" w:rsidRDefault="00E6726E" w:rsidP="00E6726E">
      <w:pPr>
        <w:rPr>
          <w:rFonts w:asciiTheme="minorHAnsi" w:hAnsiTheme="minorHAnsi" w:cstheme="minorHAnsi"/>
          <w:b/>
          <w:szCs w:val="22"/>
        </w:rPr>
      </w:pPr>
    </w:p>
    <w:tbl>
      <w:tblPr>
        <w:tblW w:w="9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4678"/>
      </w:tblGrid>
      <w:tr w:rsidR="00E6726E" w:rsidRPr="00A40EE0" w14:paraId="23DD48EF" w14:textId="77777777" w:rsidTr="00E6726E">
        <w:trPr>
          <w:trHeight w:val="315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764C9DFE" w14:textId="77777777" w:rsidR="00E6726E" w:rsidRPr="00A40EE0" w:rsidRDefault="00E6726E" w:rsidP="00164AC3">
            <w:pPr>
              <w:pStyle w:val="ITWortlisteberschrift"/>
            </w:pPr>
            <w:r>
              <w:t>Tätigkeiten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4560A7D" w14:textId="77777777" w:rsidR="00E6726E" w:rsidRPr="00A40EE0" w:rsidRDefault="00E6726E" w:rsidP="00164AC3">
            <w:pPr>
              <w:pStyle w:val="GRbung"/>
              <w:rPr>
                <w:color w:val="000000"/>
              </w:rPr>
            </w:pPr>
          </w:p>
        </w:tc>
      </w:tr>
      <w:tr w:rsidR="00E6726E" w:rsidRPr="00A40EE0" w14:paraId="5F09A9BE" w14:textId="77777777" w:rsidTr="00E6726E">
        <w:trPr>
          <w:trHeight w:val="315"/>
        </w:trPr>
        <w:tc>
          <w:tcPr>
            <w:tcW w:w="4678" w:type="dxa"/>
            <w:shd w:val="clear" w:color="auto" w:fill="auto"/>
            <w:noWrap/>
            <w:hideMark/>
          </w:tcPr>
          <w:p w14:paraId="7B43C579" w14:textId="77777777" w:rsidR="00E6726E" w:rsidRPr="00A40EE0" w:rsidRDefault="00E6726E" w:rsidP="00164AC3">
            <w:pPr>
              <w:pStyle w:val="GRbung"/>
            </w:pPr>
            <w:r w:rsidRPr="00764081">
              <w:rPr>
                <w:rFonts w:cstheme="minorHAnsi"/>
                <w:szCs w:val="22"/>
              </w:rPr>
              <w:t>sich an|schleichen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1FBAC30" w14:textId="77777777" w:rsidR="00E6726E" w:rsidRPr="00A40EE0" w:rsidRDefault="00E6726E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E6726E" w:rsidRPr="00A40EE0" w14:paraId="51F7DF26" w14:textId="77777777" w:rsidTr="00E6726E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10C1C50E" w14:textId="77777777" w:rsidR="00E6726E" w:rsidRPr="00A40EE0" w:rsidRDefault="00E6726E" w:rsidP="00164AC3">
            <w:pPr>
              <w:pStyle w:val="GRbung"/>
            </w:pPr>
            <w:r w:rsidRPr="00764081">
              <w:rPr>
                <w:rFonts w:cstheme="minorHAnsi"/>
                <w:szCs w:val="22"/>
              </w:rPr>
              <w:t>humpeln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4B15431" w14:textId="77777777" w:rsidR="00E6726E" w:rsidRPr="00A40EE0" w:rsidRDefault="00E6726E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E6726E" w:rsidRPr="00A40EE0" w14:paraId="6D83E206" w14:textId="77777777" w:rsidTr="00E6726E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2D389EAE" w14:textId="77777777" w:rsidR="00E6726E" w:rsidRPr="00A40EE0" w:rsidRDefault="00E6726E" w:rsidP="00164AC3">
            <w:pPr>
              <w:pStyle w:val="GRbung"/>
            </w:pPr>
            <w:r w:rsidRPr="00764081">
              <w:rPr>
                <w:rFonts w:cstheme="minorHAnsi"/>
                <w:szCs w:val="22"/>
              </w:rPr>
              <w:t>marschieren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02C45EF" w14:textId="77777777" w:rsidR="00E6726E" w:rsidRPr="00A40EE0" w:rsidRDefault="00E6726E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E6726E" w:rsidRPr="00A40EE0" w14:paraId="10646794" w14:textId="77777777" w:rsidTr="00E6726E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7782F849" w14:textId="77777777" w:rsidR="00E6726E" w:rsidRPr="00A40EE0" w:rsidRDefault="00E6726E" w:rsidP="00164AC3">
            <w:pPr>
              <w:pStyle w:val="GRbung"/>
            </w:pPr>
            <w:r w:rsidRPr="00764081">
              <w:rPr>
                <w:rFonts w:cstheme="minorHAnsi"/>
                <w:szCs w:val="22"/>
              </w:rPr>
              <w:t>schleichen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67C0F50" w14:textId="77777777" w:rsidR="00E6726E" w:rsidRPr="00A40EE0" w:rsidRDefault="00E6726E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E6726E" w:rsidRPr="00A40EE0" w14:paraId="47969F73" w14:textId="77777777" w:rsidTr="00E6726E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76E64173" w14:textId="77777777" w:rsidR="00E6726E" w:rsidRPr="00A40EE0" w:rsidRDefault="00E6726E" w:rsidP="00164AC3">
            <w:pPr>
              <w:pStyle w:val="GRbung"/>
            </w:pPr>
            <w:r w:rsidRPr="00764081">
              <w:rPr>
                <w:rFonts w:cstheme="minorHAnsi"/>
                <w:szCs w:val="22"/>
              </w:rPr>
              <w:t>schlendern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A69CAD1" w14:textId="77777777" w:rsidR="00E6726E" w:rsidRPr="00A40EE0" w:rsidRDefault="00E6726E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E6726E" w:rsidRPr="00A40EE0" w14:paraId="5C0B7A52" w14:textId="77777777" w:rsidTr="00E6726E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786FCB6D" w14:textId="77777777" w:rsidR="00E6726E" w:rsidRPr="00A40EE0" w:rsidRDefault="00E6726E" w:rsidP="00164AC3">
            <w:pPr>
              <w:pStyle w:val="GRbung"/>
            </w:pPr>
            <w:r w:rsidRPr="00764081">
              <w:rPr>
                <w:rFonts w:cstheme="minorHAnsi"/>
                <w:szCs w:val="22"/>
              </w:rPr>
              <w:t>schreiten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3DC0DD4" w14:textId="77777777" w:rsidR="00E6726E" w:rsidRPr="00A40EE0" w:rsidRDefault="00E6726E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E6726E" w:rsidRPr="00A40EE0" w14:paraId="07F0920B" w14:textId="77777777" w:rsidTr="00E6726E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3F6082D1" w14:textId="77777777" w:rsidR="00E6726E" w:rsidRPr="00A40EE0" w:rsidRDefault="00E6726E" w:rsidP="00164AC3">
            <w:pPr>
              <w:pStyle w:val="GRbung"/>
            </w:pPr>
            <w:r w:rsidRPr="005023D4">
              <w:rPr>
                <w:rFonts w:cstheme="minorHAnsi"/>
                <w:szCs w:val="22"/>
              </w:rPr>
              <w:t>sich ernähren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4875C65" w14:textId="77777777" w:rsidR="00E6726E" w:rsidRPr="00A40EE0" w:rsidRDefault="00E6726E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E6726E" w:rsidRPr="00A40EE0" w14:paraId="690D807A" w14:textId="77777777" w:rsidTr="00E6726E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331F7382" w14:textId="77777777" w:rsidR="00E6726E" w:rsidRPr="00A40EE0" w:rsidRDefault="00E6726E" w:rsidP="00164AC3">
            <w:pPr>
              <w:pStyle w:val="GRbung"/>
            </w:pPr>
            <w:r w:rsidRPr="005023D4">
              <w:rPr>
                <w:rFonts w:cstheme="minorHAnsi"/>
                <w:szCs w:val="22"/>
              </w:rPr>
              <w:t>essen wie ein Spatz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89F0EF4" w14:textId="77777777" w:rsidR="00E6726E" w:rsidRPr="00A40EE0" w:rsidRDefault="00E6726E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E6726E" w:rsidRPr="00A40EE0" w14:paraId="1931D601" w14:textId="77777777" w:rsidTr="00E6726E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4606C05B" w14:textId="77777777" w:rsidR="00E6726E" w:rsidRPr="00A40EE0" w:rsidRDefault="00E6726E" w:rsidP="00164AC3">
            <w:pPr>
              <w:pStyle w:val="GRbung"/>
            </w:pPr>
            <w:r w:rsidRPr="005023D4">
              <w:rPr>
                <w:rFonts w:cstheme="minorHAnsi"/>
                <w:szCs w:val="22"/>
              </w:rPr>
              <w:t>essen wie ein Scheunendrescher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C0E3C74" w14:textId="77777777" w:rsidR="00E6726E" w:rsidRPr="00A40EE0" w:rsidRDefault="00E6726E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E6726E" w:rsidRPr="00A40EE0" w14:paraId="2A6F8442" w14:textId="77777777" w:rsidTr="00E6726E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27EBB01E" w14:textId="77777777" w:rsidR="00E6726E" w:rsidRPr="00A40EE0" w:rsidRDefault="00E6726E" w:rsidP="00164AC3">
            <w:pPr>
              <w:pStyle w:val="GRbung"/>
            </w:pPr>
            <w:r w:rsidRPr="005023D4">
              <w:rPr>
                <w:rFonts w:cstheme="minorHAnsi"/>
                <w:szCs w:val="22"/>
              </w:rPr>
              <w:t>futtern + A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7D03AE1" w14:textId="77777777" w:rsidR="00E6726E" w:rsidRPr="00A40EE0" w:rsidRDefault="00E6726E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E6726E" w:rsidRPr="00A40EE0" w14:paraId="428818BC" w14:textId="77777777" w:rsidTr="00E6726E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1331AC80" w14:textId="77777777" w:rsidR="00E6726E" w:rsidRPr="00A40EE0" w:rsidRDefault="00E6726E" w:rsidP="00164AC3">
            <w:pPr>
              <w:pStyle w:val="GRbung"/>
            </w:pPr>
            <w:r w:rsidRPr="005023D4">
              <w:rPr>
                <w:rFonts w:cstheme="minorHAnsi"/>
                <w:szCs w:val="22"/>
              </w:rPr>
              <w:t>herunter|würgen + A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3B359C7" w14:textId="77777777" w:rsidR="00E6726E" w:rsidRPr="00A40EE0" w:rsidRDefault="00E6726E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E6726E" w:rsidRPr="00A40EE0" w14:paraId="56315511" w14:textId="77777777" w:rsidTr="00E6726E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7A29BE6F" w14:textId="77777777" w:rsidR="00E6726E" w:rsidRPr="00A40EE0" w:rsidRDefault="00E6726E" w:rsidP="00164AC3">
            <w:pPr>
              <w:pStyle w:val="GRbung"/>
            </w:pPr>
            <w:r w:rsidRPr="005023D4">
              <w:rPr>
                <w:rFonts w:cstheme="minorHAnsi"/>
                <w:szCs w:val="22"/>
              </w:rPr>
              <w:t>in sich hinein|schaufeln + A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E7B95DF" w14:textId="77777777" w:rsidR="00E6726E" w:rsidRPr="00A40EE0" w:rsidRDefault="00E6726E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E6726E" w:rsidRPr="00A40EE0" w14:paraId="649E5B70" w14:textId="77777777" w:rsidTr="00E6726E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3D994AD6" w14:textId="77777777" w:rsidR="00E6726E" w:rsidRPr="00A40EE0" w:rsidRDefault="00E6726E" w:rsidP="00164AC3">
            <w:pPr>
              <w:pStyle w:val="GRbung"/>
              <w:tabs>
                <w:tab w:val="left" w:pos="214"/>
              </w:tabs>
            </w:pPr>
            <w:r w:rsidRPr="005023D4">
              <w:rPr>
                <w:rFonts w:cstheme="minorHAnsi"/>
                <w:szCs w:val="22"/>
              </w:rPr>
              <w:t>kosten + A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CD8CF88" w14:textId="77777777" w:rsidR="00E6726E" w:rsidRPr="00A40EE0" w:rsidRDefault="00E6726E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E6726E" w:rsidRPr="00A40EE0" w14:paraId="2980F7F0" w14:textId="77777777" w:rsidTr="00E6726E">
        <w:trPr>
          <w:trHeight w:val="315"/>
        </w:trPr>
        <w:tc>
          <w:tcPr>
            <w:tcW w:w="4678" w:type="dxa"/>
            <w:shd w:val="clear" w:color="auto" w:fill="auto"/>
            <w:noWrap/>
          </w:tcPr>
          <w:p w14:paraId="2A26B905" w14:textId="77777777" w:rsidR="00E6726E" w:rsidRPr="00A40EE0" w:rsidRDefault="00E6726E" w:rsidP="00164AC3">
            <w:pPr>
              <w:pStyle w:val="GRbung"/>
            </w:pPr>
            <w:r w:rsidRPr="005023D4">
              <w:rPr>
                <w:rFonts w:cstheme="minorHAnsi"/>
                <w:szCs w:val="22"/>
              </w:rPr>
              <w:t xml:space="preserve">schlingen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A94CCC9" w14:textId="77777777" w:rsidR="00E6726E" w:rsidRPr="00A40EE0" w:rsidRDefault="00E6726E" w:rsidP="00164AC3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E6726E" w:rsidRPr="00556C89" w14:paraId="064195A2" w14:textId="77777777" w:rsidTr="00E6726E">
        <w:trPr>
          <w:trHeight w:val="300"/>
        </w:trPr>
        <w:tc>
          <w:tcPr>
            <w:tcW w:w="4678" w:type="dxa"/>
            <w:shd w:val="clear" w:color="auto" w:fill="auto"/>
          </w:tcPr>
          <w:p w14:paraId="53B47F83" w14:textId="77777777" w:rsidR="00E6726E" w:rsidRPr="00556C89" w:rsidRDefault="00E6726E" w:rsidP="00164AC3">
            <w:pPr>
              <w:pStyle w:val="GRbung"/>
            </w:pPr>
            <w:r w:rsidRPr="005023D4">
              <w:rPr>
                <w:rFonts w:cstheme="minorHAnsi"/>
                <w:szCs w:val="22"/>
              </w:rPr>
              <w:t>speisen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E8CAFD0" w14:textId="77777777" w:rsidR="00E6726E" w:rsidRPr="00556C89" w:rsidRDefault="00E6726E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:rsidRPr="00556C89" w14:paraId="2B63161C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D161DE1" w14:textId="77777777" w:rsidR="00E6726E" w:rsidRPr="00556C89" w:rsidRDefault="00E6726E" w:rsidP="00164AC3">
            <w:pPr>
              <w:pStyle w:val="GRbung"/>
            </w:pPr>
            <w:r w:rsidRPr="005023D4">
              <w:rPr>
                <w:rFonts w:cstheme="minorHAnsi"/>
                <w:szCs w:val="22"/>
              </w:rPr>
              <w:t>trinken/saufen wie ein Loch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484F2CA" w14:textId="77777777" w:rsidR="00E6726E" w:rsidRPr="00556C89" w:rsidRDefault="00E6726E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:rsidRPr="00556C89" w14:paraId="79D83E7A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3540B36" w14:textId="77777777" w:rsidR="00E6726E" w:rsidRPr="00556C89" w:rsidRDefault="00E6726E" w:rsidP="00164AC3">
            <w:pPr>
              <w:pStyle w:val="GRbung"/>
            </w:pPr>
            <w:r w:rsidRPr="005023D4">
              <w:rPr>
                <w:rFonts w:cstheme="minorHAnsi"/>
                <w:szCs w:val="22"/>
              </w:rPr>
              <w:t>verzehren + A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A3EE4B2" w14:textId="77777777" w:rsidR="00E6726E" w:rsidRPr="00556C89" w:rsidRDefault="00E6726E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:rsidRPr="00556C89" w14:paraId="10F19C5D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7E1C8E6" w14:textId="77777777" w:rsidR="00E6726E" w:rsidRPr="00556C89" w:rsidRDefault="00E6726E" w:rsidP="00164AC3">
            <w:pPr>
              <w:pStyle w:val="GRbung"/>
            </w:pPr>
            <w:r w:rsidRPr="005023D4">
              <w:rPr>
                <w:rFonts w:cstheme="minorHAnsi"/>
                <w:szCs w:val="22"/>
              </w:rPr>
              <w:t>sich den Bauch voll|schlagen mit + D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BE5260D" w14:textId="77777777" w:rsidR="00E6726E" w:rsidRPr="00556C89" w:rsidRDefault="00E6726E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:rsidRPr="00556C89" w14:paraId="5F7D4547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00854E2" w14:textId="77777777" w:rsidR="00E6726E" w:rsidRPr="00556C89" w:rsidRDefault="00E6726E" w:rsidP="00164AC3">
            <w:pPr>
              <w:pStyle w:val="GRbung"/>
            </w:pPr>
            <w:r w:rsidRPr="005023D4">
              <w:rPr>
                <w:rFonts w:cstheme="minorHAnsi"/>
                <w:szCs w:val="22"/>
              </w:rPr>
              <w:t>(ein bisschen) zu tief ins Glas schauen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AAD254F" w14:textId="77777777" w:rsidR="00E6726E" w:rsidRPr="00556C89" w:rsidRDefault="00E6726E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:rsidRPr="00556C89" w14:paraId="37C22404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63D79F1D" w14:textId="77777777" w:rsidR="00E6726E" w:rsidRPr="00B348CC" w:rsidRDefault="00E6726E" w:rsidP="00164AC3">
            <w:pPr>
              <w:pStyle w:val="ITWortliste"/>
              <w:rPr>
                <w:rFonts w:cstheme="minorHAnsi"/>
                <w:szCs w:val="22"/>
              </w:rPr>
            </w:pPr>
            <w:r w:rsidRPr="00E37AC7">
              <w:rPr>
                <w:rFonts w:cstheme="minorHAnsi"/>
                <w:szCs w:val="22"/>
              </w:rPr>
              <w:t>schlafen wie ein Stein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2001212" w14:textId="77777777" w:rsidR="00E6726E" w:rsidRPr="00556C89" w:rsidRDefault="00E6726E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:rsidRPr="00556C89" w14:paraId="64A77865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DEC8160" w14:textId="77777777" w:rsidR="00E6726E" w:rsidRPr="00556C89" w:rsidRDefault="00E6726E" w:rsidP="00164AC3">
            <w:pPr>
              <w:pStyle w:val="GRbung"/>
            </w:pPr>
            <w:r w:rsidRPr="00A9372D">
              <w:rPr>
                <w:rFonts w:cstheme="minorHAnsi"/>
                <w:szCs w:val="22"/>
              </w:rPr>
              <w:t>sich vor Lachen nicht wieder ein|kriegen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52C0422" w14:textId="77777777" w:rsidR="00E6726E" w:rsidRPr="00556C89" w:rsidRDefault="00E6726E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:rsidRPr="00556C89" w14:paraId="3D1BA3D4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7C2B80D" w14:textId="77777777" w:rsidR="00E6726E" w:rsidRPr="00556C89" w:rsidRDefault="00E6726E" w:rsidP="00164AC3">
            <w:pPr>
              <w:pStyle w:val="GRbung"/>
            </w:pPr>
            <w:r w:rsidRPr="00A9372D">
              <w:rPr>
                <w:rFonts w:cstheme="minorHAnsi"/>
                <w:szCs w:val="22"/>
              </w:rPr>
              <w:t>sich freuen wie ein Schneekönig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41B79C7" w14:textId="77777777" w:rsidR="00E6726E" w:rsidRPr="00556C89" w:rsidRDefault="00E6726E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:rsidRPr="00556C89" w14:paraId="7B5B388F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868E25E" w14:textId="77777777" w:rsidR="00E6726E" w:rsidRPr="00556C89" w:rsidRDefault="00E6726E" w:rsidP="00164AC3">
            <w:pPr>
              <w:pStyle w:val="GRbung"/>
            </w:pPr>
            <w:r w:rsidRPr="00A9372D">
              <w:rPr>
                <w:rFonts w:cstheme="minorHAnsi"/>
                <w:szCs w:val="22"/>
              </w:rPr>
              <w:t>grinsen wie ein Honigkuchenpferd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AC10EA3" w14:textId="77777777" w:rsidR="00E6726E" w:rsidRPr="00556C89" w:rsidRDefault="00E6726E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:rsidRPr="00556C89" w14:paraId="34094A13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595D2BD" w14:textId="77777777" w:rsidR="00E6726E" w:rsidRPr="00556C89" w:rsidRDefault="00E6726E" w:rsidP="00164AC3">
            <w:pPr>
              <w:pStyle w:val="GRbung"/>
            </w:pPr>
            <w:r w:rsidRPr="00A9372D">
              <w:rPr>
                <w:rFonts w:cstheme="minorHAnsi"/>
                <w:szCs w:val="22"/>
              </w:rPr>
              <w:t>sich kringeln vor Lachen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FC28231" w14:textId="77777777" w:rsidR="00E6726E" w:rsidRPr="00556C89" w:rsidRDefault="00E6726E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:rsidRPr="00556C89" w14:paraId="59141AF6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36B7E30" w14:textId="77777777" w:rsidR="00E6726E" w:rsidRPr="00556C89" w:rsidRDefault="00E6726E" w:rsidP="00164AC3">
            <w:pPr>
              <w:pStyle w:val="GRbung"/>
            </w:pPr>
            <w:r w:rsidRPr="00A9372D">
              <w:rPr>
                <w:rFonts w:cstheme="minorHAnsi"/>
                <w:szCs w:val="22"/>
              </w:rPr>
              <w:t>los|prusten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DD4D5A0" w14:textId="77777777" w:rsidR="00E6726E" w:rsidRPr="00556C89" w:rsidRDefault="00E6726E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:rsidRPr="00556C89" w14:paraId="20178637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35B4647" w14:textId="77777777" w:rsidR="00E6726E" w:rsidRPr="00556C89" w:rsidRDefault="00E6726E" w:rsidP="00164AC3">
            <w:pPr>
              <w:pStyle w:val="GRbung"/>
            </w:pPr>
            <w:r w:rsidRPr="00A9372D">
              <w:rPr>
                <w:rFonts w:cstheme="minorHAnsi"/>
                <w:szCs w:val="22"/>
              </w:rPr>
              <w:t>prusten vor Lachen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FA3F5C0" w14:textId="77777777" w:rsidR="00E6726E" w:rsidRPr="00556C89" w:rsidRDefault="00E6726E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:rsidRPr="00556C89" w14:paraId="53A00F2D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184C00D" w14:textId="77777777" w:rsidR="00E6726E" w:rsidRPr="00556C89" w:rsidRDefault="00E6726E" w:rsidP="00164AC3">
            <w:pPr>
              <w:pStyle w:val="GRbung"/>
            </w:pPr>
            <w:r w:rsidRPr="00A9372D">
              <w:rPr>
                <w:rFonts w:cstheme="minorHAnsi"/>
                <w:szCs w:val="22"/>
              </w:rPr>
              <w:t>(fast) sterben vor Lachen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CC884EC" w14:textId="77777777" w:rsidR="00E6726E" w:rsidRPr="00556C89" w:rsidRDefault="00E6726E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:rsidRPr="00556C89" w14:paraId="068730A0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E730917" w14:textId="77777777" w:rsidR="00E6726E" w:rsidRPr="00556C89" w:rsidRDefault="00E6726E" w:rsidP="00164AC3">
            <w:pPr>
              <w:pStyle w:val="GRbung"/>
            </w:pPr>
            <w:r w:rsidRPr="00A9372D">
              <w:rPr>
                <w:rFonts w:cstheme="minorHAnsi"/>
                <w:szCs w:val="22"/>
              </w:rPr>
              <w:t>sich tot|lachen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E3085BB" w14:textId="77777777" w:rsidR="00E6726E" w:rsidRPr="00556C89" w:rsidRDefault="00E6726E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:rsidRPr="00556C89" w14:paraId="09853F11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B612DDD" w14:textId="77777777" w:rsidR="00E6726E" w:rsidRPr="00556C89" w:rsidRDefault="00E6726E" w:rsidP="00164AC3">
            <w:pPr>
              <w:pStyle w:val="GRbung"/>
            </w:pPr>
            <w:r w:rsidRPr="00A9372D">
              <w:rPr>
                <w:rFonts w:cstheme="minorHAnsi"/>
                <w:szCs w:val="22"/>
              </w:rPr>
              <w:t>wiehern vor Lachen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A29328E" w14:textId="77777777" w:rsidR="00E6726E" w:rsidRPr="00556C89" w:rsidRDefault="00E6726E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:rsidRPr="00556C89" w14:paraId="4F5C2B46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7D11B9B" w14:textId="77777777" w:rsidR="00E6726E" w:rsidRPr="00556C89" w:rsidRDefault="00E6726E" w:rsidP="00164AC3">
            <w:pPr>
              <w:pStyle w:val="GRbung"/>
            </w:pPr>
            <w:r w:rsidRPr="00073063">
              <w:rPr>
                <w:rFonts w:cstheme="minorHAnsi"/>
                <w:szCs w:val="22"/>
              </w:rPr>
              <w:t>ein langes Gesicht machen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C1CFE80" w14:textId="77777777" w:rsidR="00E6726E" w:rsidRPr="00556C89" w:rsidRDefault="00E6726E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:rsidRPr="00556C89" w14:paraId="1E611C68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DF4EDCE" w14:textId="77777777" w:rsidR="00E6726E" w:rsidRPr="00556C89" w:rsidRDefault="00E6726E" w:rsidP="00164AC3">
            <w:pPr>
              <w:pStyle w:val="GRbung"/>
            </w:pPr>
            <w:r w:rsidRPr="00073063">
              <w:rPr>
                <w:rFonts w:cstheme="minorHAnsi"/>
                <w:szCs w:val="22"/>
              </w:rPr>
              <w:t xml:space="preserve">den Kopf hängen lassen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853B55A" w14:textId="77777777" w:rsidR="00E6726E" w:rsidRPr="00556C89" w:rsidRDefault="00E6726E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:rsidRPr="00556C89" w14:paraId="70C11674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E8B8C0A" w14:textId="77777777" w:rsidR="00E6726E" w:rsidRPr="00556C89" w:rsidRDefault="00E6726E" w:rsidP="00164AC3">
            <w:pPr>
              <w:pStyle w:val="GRbung"/>
            </w:pPr>
            <w:r w:rsidRPr="00073063">
              <w:rPr>
                <w:rFonts w:cstheme="minorHAnsi"/>
                <w:szCs w:val="22"/>
              </w:rPr>
              <w:lastRenderedPageBreak/>
              <w:t>aussehen wie ein begossener Pudel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A880F56" w14:textId="77777777" w:rsidR="00E6726E" w:rsidRPr="00556C89" w:rsidRDefault="00E6726E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:rsidRPr="00556C89" w14:paraId="2CDF6EAA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A875388" w14:textId="77777777" w:rsidR="00E6726E" w:rsidRPr="00556C89" w:rsidRDefault="00E6726E" w:rsidP="00164AC3">
            <w:pPr>
              <w:pStyle w:val="GRbung"/>
            </w:pPr>
            <w:r w:rsidRPr="00073063">
              <w:rPr>
                <w:rFonts w:cstheme="minorHAnsi"/>
                <w:szCs w:val="22"/>
              </w:rPr>
              <w:t>wie ein Häufchen Elend aussehen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49C57C1" w14:textId="77777777" w:rsidR="00E6726E" w:rsidRPr="00556C89" w:rsidRDefault="00E6726E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:rsidRPr="00556C89" w14:paraId="4B7EE941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2A54ACC" w14:textId="77777777" w:rsidR="00E6726E" w:rsidRPr="00556C89" w:rsidRDefault="00E6726E" w:rsidP="00164AC3">
            <w:pPr>
              <w:pStyle w:val="GRbung"/>
            </w:pPr>
            <w:r w:rsidRPr="00073063">
              <w:rPr>
                <w:rFonts w:cstheme="minorHAnsi"/>
                <w:szCs w:val="22"/>
              </w:rPr>
              <w:t>bedröppelt dastehen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A33422F" w14:textId="77777777" w:rsidR="00E6726E" w:rsidRPr="00556C89" w:rsidRDefault="00E6726E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:rsidRPr="00556C89" w14:paraId="67CFA226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EC736D5" w14:textId="77777777" w:rsidR="00E6726E" w:rsidRPr="00556C89" w:rsidRDefault="00E6726E" w:rsidP="00164AC3">
            <w:pPr>
              <w:pStyle w:val="GRbung"/>
            </w:pPr>
            <w:r w:rsidRPr="00073063">
              <w:rPr>
                <w:rFonts w:cstheme="minorHAnsi"/>
                <w:szCs w:val="22"/>
              </w:rPr>
              <w:t>geknickt sein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B8F6984" w14:textId="77777777" w:rsidR="00E6726E" w:rsidRPr="00556C89" w:rsidRDefault="00E6726E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:rsidRPr="00556C89" w14:paraId="4116826A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238C8AA9" w14:textId="77777777" w:rsidR="00E6726E" w:rsidRPr="00564895" w:rsidRDefault="00E6726E" w:rsidP="00164AC3">
            <w:pPr>
              <w:pStyle w:val="ITWortliste"/>
              <w:rPr>
                <w:rFonts w:cstheme="minorHAnsi"/>
                <w:szCs w:val="22"/>
              </w:rPr>
            </w:pPr>
          </w:p>
        </w:tc>
        <w:tc>
          <w:tcPr>
            <w:tcW w:w="4678" w:type="dxa"/>
            <w:shd w:val="clear" w:color="auto" w:fill="auto"/>
            <w:noWrap/>
            <w:vAlign w:val="bottom"/>
          </w:tcPr>
          <w:p w14:paraId="61B03CB9" w14:textId="77777777" w:rsidR="00E6726E" w:rsidRPr="00556C89" w:rsidRDefault="00E6726E" w:rsidP="00164AC3">
            <w:pPr>
              <w:pStyle w:val="GRbung"/>
            </w:pPr>
          </w:p>
        </w:tc>
      </w:tr>
      <w:tr w:rsidR="00E6726E" w:rsidRPr="00556C89" w14:paraId="1176568B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14:paraId="1795E3FE" w14:textId="77777777" w:rsidR="00E6726E" w:rsidRPr="00556C89" w:rsidRDefault="00E6726E" w:rsidP="00164AC3">
            <w:pPr>
              <w:pStyle w:val="ITWortlisteberschrift"/>
            </w:pPr>
            <w:r w:rsidRPr="00E37AC7">
              <w:t>Gegenstände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C5845B0" w14:textId="77777777" w:rsidR="00E6726E" w:rsidRPr="00556C89" w:rsidRDefault="00E6726E" w:rsidP="00164AC3">
            <w:pPr>
              <w:pStyle w:val="GRbung"/>
            </w:pPr>
          </w:p>
        </w:tc>
      </w:tr>
      <w:tr w:rsidR="00E6726E" w:rsidRPr="00556C89" w14:paraId="13BA5953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3E2D1AA" w14:textId="77777777" w:rsidR="00E6726E" w:rsidRPr="00556C89" w:rsidRDefault="00E6726E" w:rsidP="00164AC3">
            <w:pPr>
              <w:pStyle w:val="GRbung"/>
            </w:pPr>
            <w:r w:rsidRPr="00A87EEC">
              <w:rPr>
                <w:rStyle w:val="ITWortlistedierot"/>
                <w:rFonts w:cstheme="minorHAnsi"/>
                <w:szCs w:val="22"/>
              </w:rPr>
              <w:t xml:space="preserve">die </w:t>
            </w:r>
            <w:r w:rsidRPr="00A87EEC">
              <w:rPr>
                <w:rFonts w:cstheme="minorHAnsi"/>
                <w:szCs w:val="22"/>
              </w:rPr>
              <w:t>Armlehne,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F921EF5" w14:textId="77777777" w:rsidR="00E6726E" w:rsidRPr="00556C89" w:rsidRDefault="00E6726E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:rsidRPr="00556C89" w14:paraId="663EDE00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F018118" w14:textId="77777777" w:rsidR="00E6726E" w:rsidRPr="00556C89" w:rsidRDefault="00E6726E" w:rsidP="00164AC3">
            <w:pPr>
              <w:pStyle w:val="GRbung"/>
            </w:pPr>
            <w:r w:rsidRPr="00A87EEC">
              <w:rPr>
                <w:rStyle w:val="ITWortlistederblau"/>
                <w:rFonts w:cstheme="minorHAnsi"/>
                <w:szCs w:val="22"/>
              </w:rPr>
              <w:t>der</w:t>
            </w:r>
            <w:r w:rsidRPr="00A87EEC">
              <w:rPr>
                <w:rFonts w:cstheme="minorHAnsi"/>
                <w:szCs w:val="22"/>
              </w:rPr>
              <w:t xml:space="preserve"> Buchrücken, -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7C25B8C" w14:textId="77777777" w:rsidR="00E6726E" w:rsidRPr="00556C89" w:rsidRDefault="00E6726E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:rsidRPr="00556C89" w14:paraId="0D2CB6B0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4D7A588" w14:textId="77777777" w:rsidR="00E6726E" w:rsidRPr="00556C89" w:rsidRDefault="00E6726E" w:rsidP="00164AC3">
            <w:pPr>
              <w:pStyle w:val="GRbung"/>
            </w:pPr>
            <w:r w:rsidRPr="00A87EEC">
              <w:rPr>
                <w:rStyle w:val="ITWortlistederblau"/>
                <w:rFonts w:cstheme="minorHAnsi"/>
                <w:szCs w:val="22"/>
              </w:rPr>
              <w:t>der</w:t>
            </w:r>
            <w:r w:rsidRPr="00A87EEC">
              <w:rPr>
                <w:rFonts w:cstheme="minorHAnsi"/>
                <w:szCs w:val="22"/>
              </w:rPr>
              <w:t xml:space="preserve"> Couchtisch,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FF60BBA" w14:textId="77777777" w:rsidR="00E6726E" w:rsidRPr="00556C89" w:rsidRDefault="00E6726E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:rsidRPr="00556C89" w14:paraId="26CEA8FD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76948CB" w14:textId="77777777" w:rsidR="00E6726E" w:rsidRPr="00556C89" w:rsidRDefault="00E6726E" w:rsidP="00164AC3">
            <w:pPr>
              <w:pStyle w:val="GRbung"/>
            </w:pPr>
            <w:r w:rsidRPr="00A87EEC">
              <w:rPr>
                <w:rStyle w:val="ITWortlistedierot"/>
                <w:rFonts w:cstheme="minorHAnsi"/>
                <w:szCs w:val="22"/>
              </w:rPr>
              <w:t>die</w:t>
            </w:r>
            <w:r w:rsidRPr="00A87EEC">
              <w:rPr>
                <w:rFonts w:cstheme="minorHAnsi"/>
                <w:szCs w:val="22"/>
              </w:rPr>
              <w:t xml:space="preserve"> Eckbank, -bänke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D1A58D4" w14:textId="77777777" w:rsidR="00E6726E" w:rsidRPr="00556C89" w:rsidRDefault="00E6726E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:rsidRPr="00556C89" w14:paraId="24FC80D7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135C202" w14:textId="77777777" w:rsidR="00E6726E" w:rsidRPr="00556C89" w:rsidRDefault="00E6726E" w:rsidP="00164AC3">
            <w:pPr>
              <w:pStyle w:val="GRbung"/>
            </w:pPr>
            <w:r w:rsidRPr="00A87EEC">
              <w:rPr>
                <w:rStyle w:val="ITWortlistederblau"/>
                <w:rFonts w:cstheme="minorHAnsi"/>
                <w:szCs w:val="22"/>
              </w:rPr>
              <w:t>der</w:t>
            </w:r>
            <w:r w:rsidRPr="00A87EEC">
              <w:rPr>
                <w:rFonts w:cstheme="minorHAnsi"/>
                <w:szCs w:val="22"/>
              </w:rPr>
              <w:t xml:space="preserve"> Flaschenhals, -̈e 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660A73B" w14:textId="77777777" w:rsidR="00E6726E" w:rsidRPr="00556C89" w:rsidRDefault="00E6726E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:rsidRPr="00556C89" w14:paraId="565C9BEB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5E77BFF" w14:textId="77777777" w:rsidR="00E6726E" w:rsidRPr="00556C89" w:rsidRDefault="00E6726E" w:rsidP="00164AC3">
            <w:pPr>
              <w:pStyle w:val="GRbung"/>
            </w:pPr>
            <w:r w:rsidRPr="00A87EEC">
              <w:rPr>
                <w:rStyle w:val="ITWortlistederblau"/>
                <w:rFonts w:cstheme="minorHAnsi"/>
                <w:szCs w:val="22"/>
              </w:rPr>
              <w:t xml:space="preserve">der </w:t>
            </w:r>
            <w:r w:rsidRPr="00A87EEC">
              <w:rPr>
                <w:rFonts w:cstheme="minorHAnsi"/>
                <w:szCs w:val="22"/>
              </w:rPr>
              <w:t>Hängesessel, -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C8C887B" w14:textId="77777777" w:rsidR="00E6726E" w:rsidRPr="00556C89" w:rsidRDefault="00E6726E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:rsidRPr="00556C89" w14:paraId="2B5D3675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9D659EB" w14:textId="77777777" w:rsidR="00E6726E" w:rsidRPr="00556C89" w:rsidRDefault="00E6726E" w:rsidP="00164AC3">
            <w:pPr>
              <w:pStyle w:val="GRbung"/>
            </w:pPr>
            <w:r w:rsidRPr="00EB43F4">
              <w:rPr>
                <w:rStyle w:val="ITWortlistederblau"/>
                <w:rFonts w:cstheme="minorHAnsi"/>
                <w:szCs w:val="22"/>
              </w:rPr>
              <w:t xml:space="preserve">der </w:t>
            </w:r>
            <w:r w:rsidRPr="00EB43F4">
              <w:rPr>
                <w:rFonts w:cstheme="minorHAnsi"/>
                <w:szCs w:val="22"/>
              </w:rPr>
              <w:t>Lampenfuß, -̈e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F445426" w14:textId="77777777" w:rsidR="00E6726E" w:rsidRPr="00556C89" w:rsidRDefault="00E6726E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:rsidRPr="00556C89" w14:paraId="1EE724C0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1FEFBB3" w14:textId="77777777" w:rsidR="00E6726E" w:rsidRPr="00556C89" w:rsidRDefault="00E6726E" w:rsidP="00164AC3">
            <w:pPr>
              <w:pStyle w:val="GRbung"/>
            </w:pPr>
            <w:r w:rsidRPr="00EB43F4">
              <w:rPr>
                <w:rStyle w:val="ITWortlistedierot"/>
                <w:rFonts w:cstheme="minorHAnsi"/>
                <w:szCs w:val="22"/>
              </w:rPr>
              <w:t>die</w:t>
            </w:r>
            <w:r w:rsidRPr="00EB43F4">
              <w:rPr>
                <w:rFonts w:cstheme="minorHAnsi"/>
                <w:szCs w:val="22"/>
              </w:rPr>
              <w:t xml:space="preserve"> Kopflehne,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E0AC9A9" w14:textId="77777777" w:rsidR="00E6726E" w:rsidRPr="00556C89" w:rsidRDefault="00E6726E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:rsidRPr="00556C89" w14:paraId="75BBB245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47990C0" w14:textId="77777777" w:rsidR="00E6726E" w:rsidRPr="00556C89" w:rsidRDefault="00E6726E" w:rsidP="00164AC3">
            <w:pPr>
              <w:pStyle w:val="GRbung"/>
            </w:pPr>
            <w:r w:rsidRPr="00EB43F4">
              <w:rPr>
                <w:rStyle w:val="ITWortlistedierot"/>
                <w:rFonts w:cstheme="minorHAnsi"/>
                <w:szCs w:val="22"/>
              </w:rPr>
              <w:t>die</w:t>
            </w:r>
            <w:r w:rsidRPr="00EB43F4">
              <w:rPr>
                <w:rFonts w:cstheme="minorHAnsi"/>
                <w:szCs w:val="22"/>
              </w:rPr>
              <w:t xml:space="preserve"> Rückenlehne,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6B2D5A9" w14:textId="77777777" w:rsidR="00E6726E" w:rsidRPr="00556C89" w:rsidRDefault="00E6726E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:rsidRPr="00556C89" w14:paraId="67CF742C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CB30743" w14:textId="77777777" w:rsidR="00E6726E" w:rsidRPr="00556C89" w:rsidRDefault="00E6726E" w:rsidP="00164AC3">
            <w:pPr>
              <w:pStyle w:val="GRbung"/>
            </w:pPr>
            <w:r w:rsidRPr="00EB43F4">
              <w:rPr>
                <w:rStyle w:val="ITWortlistederblau"/>
                <w:rFonts w:cstheme="minorHAnsi"/>
                <w:szCs w:val="22"/>
              </w:rPr>
              <w:t>der</w:t>
            </w:r>
            <w:r w:rsidRPr="00EB43F4">
              <w:rPr>
                <w:rFonts w:cstheme="minorHAnsi"/>
                <w:szCs w:val="22"/>
              </w:rPr>
              <w:t xml:space="preserve"> Schaukelstuhl, -̈e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B2A7B78" w14:textId="77777777" w:rsidR="00E6726E" w:rsidRPr="00556C89" w:rsidRDefault="00E6726E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:rsidRPr="00556C89" w14:paraId="0C7E8DC5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CA8A410" w14:textId="77777777" w:rsidR="00E6726E" w:rsidRPr="00556C89" w:rsidRDefault="00E6726E" w:rsidP="00164AC3">
            <w:pPr>
              <w:pStyle w:val="GRbung"/>
            </w:pPr>
            <w:r w:rsidRPr="00EB43F4">
              <w:rPr>
                <w:rStyle w:val="ITWortlistedasgrn"/>
                <w:rFonts w:cstheme="minorHAnsi"/>
                <w:szCs w:val="22"/>
              </w:rPr>
              <w:t xml:space="preserve">das </w:t>
            </w:r>
            <w:r w:rsidRPr="00EB43F4">
              <w:rPr>
                <w:rFonts w:cstheme="minorHAnsi"/>
                <w:szCs w:val="22"/>
              </w:rPr>
              <w:t>Stuhlbein,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CAAB8C1" w14:textId="77777777" w:rsidR="00E6726E" w:rsidRPr="00556C89" w:rsidRDefault="00E6726E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:rsidRPr="00556C89" w14:paraId="57C545A4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E11873F" w14:textId="77777777" w:rsidR="00E6726E" w:rsidRPr="00556C89" w:rsidRDefault="00E6726E" w:rsidP="00164AC3">
            <w:pPr>
              <w:pStyle w:val="GRbung"/>
            </w:pPr>
            <w:r w:rsidRPr="00EB43F4">
              <w:rPr>
                <w:rStyle w:val="ITWortlistedasgrn"/>
                <w:rFonts w:cstheme="minorHAnsi"/>
                <w:szCs w:val="22"/>
              </w:rPr>
              <w:t xml:space="preserve">das </w:t>
            </w:r>
            <w:r w:rsidRPr="00EB43F4">
              <w:rPr>
                <w:rFonts w:cstheme="minorHAnsi"/>
                <w:szCs w:val="22"/>
              </w:rPr>
              <w:t>Tischbein,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17E5D12" w14:textId="77777777" w:rsidR="00E6726E" w:rsidRPr="00556C89" w:rsidRDefault="00E6726E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:rsidRPr="00556C89" w14:paraId="6E14E3E9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60D9712" w14:textId="77777777" w:rsidR="00E6726E" w:rsidRPr="00556C89" w:rsidRDefault="00E6726E" w:rsidP="00164AC3">
            <w:pPr>
              <w:pStyle w:val="GRbung"/>
            </w:pPr>
            <w:r w:rsidRPr="00EB43F4">
              <w:rPr>
                <w:rFonts w:cstheme="minorHAnsi"/>
                <w:szCs w:val="22"/>
              </w:rPr>
              <w:t>schaukeln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26955FF" w14:textId="77777777" w:rsidR="00E6726E" w:rsidRPr="00556C89" w:rsidRDefault="00E6726E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:rsidRPr="00556C89" w14:paraId="43D96E27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2785E67" w14:textId="77777777" w:rsidR="00E6726E" w:rsidRPr="00556C89" w:rsidRDefault="00E6726E" w:rsidP="00164AC3">
            <w:pPr>
              <w:pStyle w:val="GRbung"/>
              <w:tabs>
                <w:tab w:val="left" w:pos="214"/>
              </w:tabs>
            </w:pPr>
            <w:r w:rsidRPr="00921724">
              <w:rPr>
                <w:rStyle w:val="ITWortlistederblau"/>
                <w:rFonts w:cstheme="minorHAnsi"/>
                <w:szCs w:val="22"/>
              </w:rPr>
              <w:t xml:space="preserve">der </w:t>
            </w:r>
            <w:r w:rsidRPr="00921724">
              <w:rPr>
                <w:rFonts w:cstheme="minorHAnsi"/>
                <w:szCs w:val="22"/>
              </w:rPr>
              <w:t>Bademantel, -̈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ECA5987" w14:textId="77777777" w:rsidR="00E6726E" w:rsidRPr="000C7438" w:rsidRDefault="00E6726E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:rsidRPr="00556C89" w14:paraId="1D68B893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763AD68" w14:textId="77777777" w:rsidR="00E6726E" w:rsidRPr="00556C89" w:rsidRDefault="00E6726E" w:rsidP="00164AC3">
            <w:pPr>
              <w:pStyle w:val="GRbung"/>
              <w:tabs>
                <w:tab w:val="left" w:pos="214"/>
              </w:tabs>
            </w:pPr>
            <w:r w:rsidRPr="00921724">
              <w:rPr>
                <w:rStyle w:val="ITWortlistedasgrn"/>
                <w:rFonts w:cstheme="minorHAnsi"/>
                <w:szCs w:val="22"/>
              </w:rPr>
              <w:t>das</w:t>
            </w:r>
            <w:r w:rsidRPr="00921724">
              <w:rPr>
                <w:rFonts w:cstheme="minorHAnsi"/>
                <w:szCs w:val="22"/>
              </w:rPr>
              <w:t xml:space="preserve"> Bettlaken, -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6001D17" w14:textId="77777777" w:rsidR="00E6726E" w:rsidRPr="000C7438" w:rsidRDefault="00E6726E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:rsidRPr="00556C89" w14:paraId="741EC81E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57DA23D" w14:textId="77777777" w:rsidR="00E6726E" w:rsidRPr="00556C89" w:rsidRDefault="00E6726E" w:rsidP="00164AC3">
            <w:pPr>
              <w:pStyle w:val="GRbung"/>
            </w:pPr>
            <w:r w:rsidRPr="00921724">
              <w:rPr>
                <w:rStyle w:val="ITWortlistederblau"/>
                <w:rFonts w:cstheme="minorHAnsi"/>
                <w:szCs w:val="22"/>
              </w:rPr>
              <w:t>der</w:t>
            </w:r>
            <w:r w:rsidRPr="00921724">
              <w:rPr>
                <w:rFonts w:cstheme="minorHAnsi"/>
                <w:szCs w:val="22"/>
              </w:rPr>
              <w:t xml:space="preserve"> Filzpantoffel,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FC5D8E6" w14:textId="77777777" w:rsidR="00E6726E" w:rsidRPr="00556C89" w:rsidRDefault="00E6726E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:rsidRPr="00556C89" w14:paraId="2A4E9F00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BF01B8F" w14:textId="77777777" w:rsidR="00E6726E" w:rsidRPr="00556C89" w:rsidRDefault="00E6726E" w:rsidP="00164AC3">
            <w:pPr>
              <w:pStyle w:val="GRbung"/>
            </w:pPr>
            <w:r w:rsidRPr="00921724">
              <w:rPr>
                <w:rStyle w:val="ITWortlistedasgrn"/>
                <w:rFonts w:cstheme="minorHAnsi"/>
                <w:szCs w:val="22"/>
              </w:rPr>
              <w:t>das</w:t>
            </w:r>
            <w:r w:rsidRPr="00921724">
              <w:rPr>
                <w:rFonts w:cstheme="minorHAnsi"/>
                <w:szCs w:val="22"/>
              </w:rPr>
              <w:t xml:space="preserve"> Geschirrhandtuch, -̈er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55E361C" w14:textId="77777777" w:rsidR="00E6726E" w:rsidRPr="00556C89" w:rsidRDefault="00E6726E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:rsidRPr="00556C89" w14:paraId="7E2FD7D9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53679C6" w14:textId="77777777" w:rsidR="00E6726E" w:rsidRPr="00556C89" w:rsidRDefault="00E6726E" w:rsidP="00164AC3">
            <w:pPr>
              <w:pStyle w:val="GRbung"/>
            </w:pPr>
            <w:r w:rsidRPr="00921724">
              <w:rPr>
                <w:rStyle w:val="ITWortlistederblau"/>
                <w:rFonts w:cstheme="minorHAnsi"/>
                <w:szCs w:val="22"/>
              </w:rPr>
              <w:t>der</w:t>
            </w:r>
            <w:r w:rsidRPr="00921724">
              <w:rPr>
                <w:rFonts w:cstheme="minorHAnsi"/>
                <w:szCs w:val="22"/>
              </w:rPr>
              <w:t xml:space="preserve"> Hosenträger, -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5EA724E" w14:textId="77777777" w:rsidR="00E6726E" w:rsidRPr="00556C89" w:rsidRDefault="00E6726E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:rsidRPr="00556C89" w14:paraId="4248BBD5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C78A4E8" w14:textId="77777777" w:rsidR="00E6726E" w:rsidRPr="00556C89" w:rsidRDefault="00E6726E" w:rsidP="00164AC3">
            <w:pPr>
              <w:pStyle w:val="GRbung"/>
            </w:pPr>
            <w:r w:rsidRPr="00921724">
              <w:rPr>
                <w:rStyle w:val="ITWortlistederblau"/>
                <w:rFonts w:cstheme="minorHAnsi"/>
                <w:szCs w:val="22"/>
              </w:rPr>
              <w:t xml:space="preserve">der </w:t>
            </w:r>
            <w:r w:rsidRPr="00921724">
              <w:rPr>
                <w:rFonts w:cstheme="minorHAnsi"/>
                <w:szCs w:val="22"/>
              </w:rPr>
              <w:t>Klettverschluss, -̈e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B5B228A" w14:textId="77777777" w:rsidR="00E6726E" w:rsidRPr="00556C89" w:rsidRDefault="00E6726E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:rsidRPr="00556C89" w14:paraId="6FA3B641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B5AC0F4" w14:textId="77777777" w:rsidR="00E6726E" w:rsidRPr="00556C89" w:rsidRDefault="00E6726E" w:rsidP="00164AC3">
            <w:pPr>
              <w:pStyle w:val="GRbung"/>
            </w:pPr>
            <w:r w:rsidRPr="00921724">
              <w:rPr>
                <w:rStyle w:val="ITWortlistedierot"/>
                <w:rFonts w:cstheme="minorHAnsi"/>
                <w:szCs w:val="22"/>
              </w:rPr>
              <w:t>die</w:t>
            </w:r>
            <w:r w:rsidRPr="00921724">
              <w:rPr>
                <w:rFonts w:cstheme="minorHAnsi"/>
                <w:szCs w:val="22"/>
              </w:rPr>
              <w:t xml:space="preserve"> Knopfleiste,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3A94407" w14:textId="77777777" w:rsidR="00E6726E" w:rsidRPr="00556C89" w:rsidRDefault="00E6726E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:rsidRPr="00556C89" w14:paraId="76AC1AC2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693C329" w14:textId="77777777" w:rsidR="00E6726E" w:rsidRPr="00556C89" w:rsidRDefault="00E6726E" w:rsidP="00164AC3">
            <w:pPr>
              <w:pStyle w:val="GRbung"/>
            </w:pPr>
            <w:r w:rsidRPr="00921724">
              <w:rPr>
                <w:rStyle w:val="ITWortlistederblau"/>
                <w:rFonts w:cstheme="minorHAnsi"/>
                <w:szCs w:val="22"/>
              </w:rPr>
              <w:t xml:space="preserve">der </w:t>
            </w:r>
            <w:r w:rsidRPr="00921724">
              <w:rPr>
                <w:rFonts w:cstheme="minorHAnsi"/>
                <w:szCs w:val="22"/>
              </w:rPr>
              <w:t>Reißverschluss, -̈e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DB2FD4C" w14:textId="77777777" w:rsidR="00E6726E" w:rsidRPr="00556C89" w:rsidRDefault="00E6726E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:rsidRPr="00556C89" w14:paraId="37E1B3F5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38B6FA0" w14:textId="77777777" w:rsidR="00E6726E" w:rsidRPr="00556C89" w:rsidRDefault="00E6726E" w:rsidP="00164AC3">
            <w:pPr>
              <w:pStyle w:val="GRbung"/>
            </w:pPr>
            <w:r w:rsidRPr="00921724">
              <w:rPr>
                <w:rStyle w:val="ITWortlistederblau"/>
                <w:rFonts w:cstheme="minorHAnsi"/>
                <w:szCs w:val="22"/>
              </w:rPr>
              <w:t>der</w:t>
            </w:r>
            <w:r w:rsidRPr="00921724">
              <w:rPr>
                <w:rFonts w:cstheme="minorHAnsi"/>
                <w:szCs w:val="22"/>
              </w:rPr>
              <w:t xml:space="preserve"> Rollkragenpulli, -s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7461D5F" w14:textId="77777777" w:rsidR="00E6726E" w:rsidRPr="00556C89" w:rsidRDefault="00E6726E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:rsidRPr="00556C89" w14:paraId="4C3BD01E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8C18DCD" w14:textId="77777777" w:rsidR="00E6726E" w:rsidRPr="00556C89" w:rsidRDefault="00E6726E" w:rsidP="00164AC3">
            <w:pPr>
              <w:pStyle w:val="GRbung"/>
            </w:pPr>
            <w:r w:rsidRPr="00921724">
              <w:rPr>
                <w:rStyle w:val="ITWortlistedasgrn"/>
                <w:rFonts w:cstheme="minorHAnsi"/>
                <w:szCs w:val="22"/>
              </w:rPr>
              <w:t>das</w:t>
            </w:r>
            <w:r w:rsidRPr="00921724">
              <w:rPr>
                <w:rFonts w:cstheme="minorHAnsi"/>
                <w:szCs w:val="22"/>
              </w:rPr>
              <w:t xml:space="preserve"> Schnürband, -̈er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469DC78" w14:textId="77777777" w:rsidR="00E6726E" w:rsidRPr="00556C89" w:rsidRDefault="00E6726E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:rsidRPr="00556C89" w14:paraId="2B612283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DABF7A6" w14:textId="77777777" w:rsidR="00E6726E" w:rsidRPr="00556C89" w:rsidRDefault="00E6726E" w:rsidP="00164AC3">
            <w:pPr>
              <w:pStyle w:val="GRbung"/>
            </w:pPr>
            <w:r w:rsidRPr="00921724">
              <w:rPr>
                <w:rStyle w:val="ITWortlistederblau"/>
                <w:rFonts w:cstheme="minorHAnsi"/>
                <w:szCs w:val="22"/>
              </w:rPr>
              <w:t>der</w:t>
            </w:r>
            <w:r w:rsidRPr="00921724">
              <w:rPr>
                <w:rFonts w:cstheme="minorHAnsi"/>
                <w:szCs w:val="22"/>
              </w:rPr>
              <w:t xml:space="preserve"> Schnürstiefel, -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9487299" w14:textId="77777777" w:rsidR="00E6726E" w:rsidRPr="00556C89" w:rsidRDefault="00E6726E" w:rsidP="00164AC3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14:paraId="59613A5C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875C7A4" w14:textId="77777777" w:rsidR="00E6726E" w:rsidRDefault="00E6726E" w:rsidP="00164AC3">
            <w:pPr>
              <w:pStyle w:val="GRbung"/>
            </w:pPr>
            <w:r w:rsidRPr="00921724">
              <w:rPr>
                <w:rStyle w:val="ITWortlistedasgrn"/>
                <w:rFonts w:cstheme="minorHAnsi"/>
                <w:szCs w:val="22"/>
              </w:rPr>
              <w:t>das</w:t>
            </w:r>
            <w:r w:rsidRPr="00921724">
              <w:rPr>
                <w:rFonts w:cstheme="minorHAnsi"/>
                <w:szCs w:val="22"/>
              </w:rPr>
              <w:t xml:space="preserve"> Seidentuch, -̈er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978C66D" w14:textId="77777777" w:rsidR="00E6726E" w:rsidRPr="00EA11DB" w:rsidRDefault="00E6726E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14:paraId="70733D0E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208B172" w14:textId="77777777" w:rsidR="00E6726E" w:rsidRDefault="00E6726E" w:rsidP="00164AC3">
            <w:pPr>
              <w:pStyle w:val="GRbung"/>
            </w:pPr>
            <w:r w:rsidRPr="00921724">
              <w:rPr>
                <w:rStyle w:val="ITWortlistedierot"/>
                <w:rFonts w:cstheme="minorHAnsi"/>
                <w:szCs w:val="22"/>
              </w:rPr>
              <w:t>die</w:t>
            </w:r>
            <w:r w:rsidRPr="00921724">
              <w:rPr>
                <w:rFonts w:cstheme="minorHAnsi"/>
                <w:szCs w:val="22"/>
              </w:rPr>
              <w:t xml:space="preserve"> Strickjacke,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28C039C" w14:textId="77777777" w:rsidR="00E6726E" w:rsidRPr="00EA11DB" w:rsidRDefault="00E6726E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14:paraId="2D24A03D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FFA3A93" w14:textId="77777777" w:rsidR="00E6726E" w:rsidRDefault="00E6726E" w:rsidP="00164AC3">
            <w:pPr>
              <w:pStyle w:val="GRbung"/>
            </w:pPr>
            <w:r w:rsidRPr="00921724">
              <w:rPr>
                <w:rStyle w:val="ITWortlistedierot"/>
                <w:rFonts w:cstheme="minorHAnsi"/>
                <w:szCs w:val="22"/>
              </w:rPr>
              <w:t xml:space="preserve">die </w:t>
            </w:r>
            <w:r w:rsidRPr="00921724">
              <w:rPr>
                <w:rFonts w:cstheme="minorHAnsi"/>
                <w:szCs w:val="22"/>
              </w:rPr>
              <w:t>Tischdecke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DA5CFE1" w14:textId="77777777" w:rsidR="00E6726E" w:rsidRPr="00EA11DB" w:rsidRDefault="00E6726E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14:paraId="27E0C027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1241228" w14:textId="77777777" w:rsidR="00E6726E" w:rsidRDefault="00E6726E" w:rsidP="00164AC3">
            <w:pPr>
              <w:pStyle w:val="GRbung"/>
            </w:pPr>
            <w:r w:rsidRPr="00D7332E">
              <w:rPr>
                <w:rStyle w:val="ITWortlistedierot"/>
                <w:rFonts w:cstheme="minorHAnsi"/>
                <w:szCs w:val="22"/>
              </w:rPr>
              <w:t>die</w:t>
            </w:r>
            <w:r w:rsidRPr="00D7332E">
              <w:rPr>
                <w:rFonts w:cstheme="minorHAnsi"/>
                <w:szCs w:val="22"/>
              </w:rPr>
              <w:t xml:space="preserve"> Kettensäge,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FD98C1C" w14:textId="77777777" w:rsidR="00E6726E" w:rsidRPr="00EA11DB" w:rsidRDefault="00E6726E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14:paraId="56B66FDC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438518F" w14:textId="77777777" w:rsidR="00E6726E" w:rsidRDefault="00E6726E" w:rsidP="00164AC3">
            <w:pPr>
              <w:pStyle w:val="GRbung"/>
            </w:pPr>
            <w:r w:rsidRPr="00D7332E">
              <w:rPr>
                <w:rStyle w:val="ITWortlistedierot"/>
                <w:rFonts w:cstheme="minorHAnsi"/>
                <w:szCs w:val="22"/>
              </w:rPr>
              <w:t>die</w:t>
            </w:r>
            <w:r w:rsidRPr="00D7332E">
              <w:rPr>
                <w:rFonts w:cstheme="minorHAnsi"/>
                <w:szCs w:val="22"/>
              </w:rPr>
              <w:t xml:space="preserve"> Bohrmaschine,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F9DE066" w14:textId="77777777" w:rsidR="00E6726E" w:rsidRPr="00EA11DB" w:rsidRDefault="00E6726E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14:paraId="77081E91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FEE3DB7" w14:textId="77777777" w:rsidR="00E6726E" w:rsidRDefault="00E6726E" w:rsidP="00164AC3">
            <w:pPr>
              <w:pStyle w:val="GRbung"/>
            </w:pPr>
            <w:r w:rsidRPr="00D7332E">
              <w:rPr>
                <w:rStyle w:val="ITWortlistederblau"/>
                <w:rFonts w:cstheme="minorHAnsi"/>
                <w:szCs w:val="22"/>
              </w:rPr>
              <w:lastRenderedPageBreak/>
              <w:t>der</w:t>
            </w:r>
            <w:r w:rsidRPr="00D7332E">
              <w:rPr>
                <w:rFonts w:cstheme="minorHAnsi"/>
                <w:szCs w:val="22"/>
              </w:rPr>
              <w:t xml:space="preserve"> Nagelkopf, -̈e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1C25372" w14:textId="77777777" w:rsidR="00E6726E" w:rsidRPr="00EA11DB" w:rsidRDefault="00E6726E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14:paraId="4C65193F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D899EEF" w14:textId="77777777" w:rsidR="00E6726E" w:rsidRDefault="00E6726E" w:rsidP="00164AC3">
            <w:pPr>
              <w:pStyle w:val="GRbung"/>
            </w:pPr>
            <w:r w:rsidRPr="00D7332E">
              <w:rPr>
                <w:rStyle w:val="ITWortlistedierot"/>
                <w:rFonts w:cstheme="minorHAnsi"/>
                <w:szCs w:val="22"/>
              </w:rPr>
              <w:t>die</w:t>
            </w:r>
            <w:r w:rsidRPr="00D7332E">
              <w:rPr>
                <w:rFonts w:cstheme="minorHAnsi"/>
                <w:szCs w:val="22"/>
              </w:rPr>
              <w:t xml:space="preserve"> Schneeschaufel,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3A2ECD8" w14:textId="77777777" w:rsidR="00E6726E" w:rsidRPr="00EA11DB" w:rsidRDefault="00E6726E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14:paraId="1E172D1C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D866C9D" w14:textId="77777777" w:rsidR="00E6726E" w:rsidRDefault="00E6726E" w:rsidP="00164AC3">
            <w:pPr>
              <w:pStyle w:val="GRbung"/>
            </w:pPr>
            <w:r w:rsidRPr="00D7332E">
              <w:rPr>
                <w:rStyle w:val="ITWortlistedierot"/>
                <w:rFonts w:cstheme="minorHAnsi"/>
                <w:szCs w:val="22"/>
              </w:rPr>
              <w:t xml:space="preserve">die </w:t>
            </w:r>
            <w:r w:rsidRPr="00D7332E">
              <w:rPr>
                <w:rFonts w:cstheme="minorHAnsi"/>
                <w:szCs w:val="22"/>
              </w:rPr>
              <w:t>Steckerleiste,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9019E00" w14:textId="77777777" w:rsidR="00E6726E" w:rsidRPr="00EA11DB" w:rsidRDefault="00E6726E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14:paraId="10302030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A2A4D1B" w14:textId="77777777" w:rsidR="00E6726E" w:rsidRDefault="00E6726E" w:rsidP="00164AC3">
            <w:pPr>
              <w:pStyle w:val="GRbung"/>
            </w:pPr>
            <w:r w:rsidRPr="00D7332E">
              <w:rPr>
                <w:rStyle w:val="ITWortlistedierot"/>
                <w:rFonts w:cstheme="minorHAnsi"/>
                <w:szCs w:val="22"/>
              </w:rPr>
              <w:t xml:space="preserve">die </w:t>
            </w:r>
            <w:r w:rsidRPr="00D7332E">
              <w:rPr>
                <w:rFonts w:cstheme="minorHAnsi"/>
                <w:szCs w:val="22"/>
              </w:rPr>
              <w:t>Wasserwaage,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3DCFF04" w14:textId="77777777" w:rsidR="00E6726E" w:rsidRPr="00EA11DB" w:rsidRDefault="00E6726E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14:paraId="4FB29DD4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14F7BD9" w14:textId="77777777" w:rsidR="00E6726E" w:rsidRDefault="00E6726E" w:rsidP="00164AC3">
            <w:pPr>
              <w:pStyle w:val="GRbung"/>
            </w:pPr>
            <w:r w:rsidRPr="00D7332E">
              <w:rPr>
                <w:rFonts w:cstheme="minorHAnsi"/>
                <w:szCs w:val="22"/>
              </w:rPr>
              <w:t>bohren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14F0655" w14:textId="77777777" w:rsidR="00E6726E" w:rsidRDefault="00E6726E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14:paraId="2404062C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125DBBA4" w14:textId="77777777" w:rsidR="00E6726E" w:rsidRDefault="00E6726E" w:rsidP="00164AC3">
            <w:pPr>
              <w:pStyle w:val="GRbung"/>
            </w:pPr>
            <w:r w:rsidRPr="00D7332E">
              <w:rPr>
                <w:rFonts w:cstheme="minorHAnsi"/>
                <w:szCs w:val="22"/>
              </w:rPr>
              <w:t>etw. fällen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0F4378E" w14:textId="77777777" w:rsidR="00E6726E" w:rsidRDefault="00E6726E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14:paraId="76C4E581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96D99AE" w14:textId="77777777" w:rsidR="00E6726E" w:rsidRDefault="00E6726E" w:rsidP="00164AC3">
            <w:pPr>
              <w:pStyle w:val="GRbung"/>
            </w:pPr>
            <w:r w:rsidRPr="00D7332E">
              <w:rPr>
                <w:rFonts w:cstheme="minorHAnsi"/>
                <w:szCs w:val="22"/>
              </w:rPr>
              <w:t>Schnee schaufeln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CAD7DEF" w14:textId="77777777" w:rsidR="00E6726E" w:rsidRPr="00EA11DB" w:rsidRDefault="00E6726E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14:paraId="5CE630D5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AA58217" w14:textId="77777777" w:rsidR="00E6726E" w:rsidRDefault="00E6726E" w:rsidP="00164AC3">
            <w:pPr>
              <w:pStyle w:val="GRbung"/>
            </w:pPr>
            <w:r w:rsidRPr="00A3738A">
              <w:rPr>
                <w:rStyle w:val="ITWortlistedierot"/>
                <w:rFonts w:cstheme="minorHAnsi"/>
                <w:szCs w:val="22"/>
              </w:rPr>
              <w:t>die</w:t>
            </w:r>
            <w:r w:rsidRPr="00A3738A">
              <w:rPr>
                <w:rFonts w:cstheme="minorHAnsi"/>
                <w:szCs w:val="22"/>
              </w:rPr>
              <w:t xml:space="preserve"> Bratpfanne,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A7CB2DA" w14:textId="77777777" w:rsidR="00E6726E" w:rsidRPr="00EA11DB" w:rsidRDefault="00E6726E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14:paraId="7AFDB3A4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5EC3AD7" w14:textId="77777777" w:rsidR="00E6726E" w:rsidRDefault="00E6726E" w:rsidP="00164AC3">
            <w:pPr>
              <w:pStyle w:val="GRbung"/>
            </w:pPr>
            <w:r w:rsidRPr="00A3738A">
              <w:rPr>
                <w:rStyle w:val="ITWortlistedierot"/>
                <w:rFonts w:cstheme="minorHAnsi"/>
                <w:szCs w:val="22"/>
              </w:rPr>
              <w:t xml:space="preserve">die </w:t>
            </w:r>
            <w:r w:rsidRPr="00A3738A">
              <w:rPr>
                <w:rFonts w:cstheme="minorHAnsi"/>
                <w:szCs w:val="22"/>
              </w:rPr>
              <w:t>Küchenmaschine,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29A0D51" w14:textId="77777777" w:rsidR="00E6726E" w:rsidRPr="00EA11DB" w:rsidRDefault="00E6726E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14:paraId="6A26D3C6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1E184E6" w14:textId="77777777" w:rsidR="00E6726E" w:rsidRDefault="00E6726E" w:rsidP="00164AC3">
            <w:pPr>
              <w:pStyle w:val="GRbung"/>
            </w:pPr>
            <w:r w:rsidRPr="00A3738A">
              <w:rPr>
                <w:rStyle w:val="ITWortlistedierot"/>
                <w:rFonts w:cstheme="minorHAnsi"/>
                <w:szCs w:val="22"/>
              </w:rPr>
              <w:t xml:space="preserve">die </w:t>
            </w:r>
            <w:r w:rsidRPr="00A3738A">
              <w:rPr>
                <w:rFonts w:cstheme="minorHAnsi"/>
                <w:szCs w:val="22"/>
              </w:rPr>
              <w:t>Schaumkelle,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3B4622A" w14:textId="77777777" w:rsidR="00E6726E" w:rsidRPr="00EA11DB" w:rsidRDefault="00E6726E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14:paraId="58626117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E975022" w14:textId="77777777" w:rsidR="00E6726E" w:rsidRDefault="00E6726E" w:rsidP="00164AC3">
            <w:pPr>
              <w:pStyle w:val="GRbung"/>
            </w:pPr>
            <w:r w:rsidRPr="00A3738A">
              <w:rPr>
                <w:rStyle w:val="ITWortlistederblau"/>
                <w:rFonts w:cstheme="minorHAnsi"/>
                <w:szCs w:val="22"/>
              </w:rPr>
              <w:t xml:space="preserve">der </w:t>
            </w:r>
            <w:r w:rsidRPr="00A3738A">
              <w:rPr>
                <w:rFonts w:cstheme="minorHAnsi"/>
                <w:szCs w:val="22"/>
              </w:rPr>
              <w:t>Schneebesen, -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DEA1632" w14:textId="77777777" w:rsidR="00E6726E" w:rsidRPr="00EA11DB" w:rsidRDefault="00E6726E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14:paraId="3A3B0FA1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5133A2E5" w14:textId="77777777" w:rsidR="00E6726E" w:rsidRDefault="00E6726E" w:rsidP="00164AC3">
            <w:pPr>
              <w:pStyle w:val="GRbung"/>
            </w:pPr>
            <w:r w:rsidRPr="00A3738A">
              <w:rPr>
                <w:rStyle w:val="ITWortlistederblau"/>
                <w:rFonts w:cstheme="minorHAnsi"/>
                <w:szCs w:val="22"/>
              </w:rPr>
              <w:t xml:space="preserve">der </w:t>
            </w:r>
            <w:r w:rsidRPr="00A3738A">
              <w:rPr>
                <w:rFonts w:cstheme="minorHAnsi"/>
                <w:szCs w:val="22"/>
              </w:rPr>
              <w:t>Stabmixer, -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4FD087A" w14:textId="77777777" w:rsidR="00E6726E" w:rsidRPr="00EA11DB" w:rsidRDefault="00E6726E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14:paraId="55D25534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6D36F21" w14:textId="77777777" w:rsidR="00E6726E" w:rsidRDefault="00E6726E" w:rsidP="00164AC3">
            <w:pPr>
              <w:pStyle w:val="GRbung"/>
            </w:pPr>
            <w:r w:rsidRPr="00A3738A">
              <w:rPr>
                <w:rFonts w:cstheme="minorHAnsi"/>
                <w:szCs w:val="22"/>
              </w:rPr>
              <w:t>etw. pürieren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85AFE15" w14:textId="77777777" w:rsidR="00E6726E" w:rsidRPr="00EA11DB" w:rsidRDefault="00E6726E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14:paraId="4E568B6B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11B8330" w14:textId="77777777" w:rsidR="00E6726E" w:rsidRDefault="00E6726E" w:rsidP="00164AC3">
            <w:pPr>
              <w:pStyle w:val="GRbung"/>
            </w:pPr>
            <w:r w:rsidRPr="00A3738A">
              <w:rPr>
                <w:rFonts w:cstheme="minorHAnsi"/>
                <w:szCs w:val="22"/>
              </w:rPr>
              <w:t>Sahne schlagen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7846D01" w14:textId="77777777" w:rsidR="00E6726E" w:rsidRPr="00EA11DB" w:rsidRDefault="00E6726E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14:paraId="7BC84296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692F54DC" w14:textId="77777777" w:rsidR="00E6726E" w:rsidRDefault="00E6726E" w:rsidP="00164AC3">
            <w:pPr>
              <w:pStyle w:val="GRbung"/>
            </w:pPr>
            <w:r w:rsidRPr="00E12675">
              <w:rPr>
                <w:rStyle w:val="ITWortlistederblau"/>
              </w:rPr>
              <w:t>der</w:t>
            </w:r>
            <w:r w:rsidRPr="00E12675">
              <w:rPr>
                <w:rFonts w:cstheme="minorHAnsi"/>
                <w:szCs w:val="22"/>
              </w:rPr>
              <w:t xml:space="preserve"> Gemüseschäler, -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7D75AEE" w14:textId="77777777" w:rsidR="00E6726E" w:rsidRPr="00EA11DB" w:rsidRDefault="00E6726E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14:paraId="25E2941A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4CAF646F" w14:textId="77777777" w:rsidR="00E6726E" w:rsidRDefault="00E6726E" w:rsidP="00164AC3">
            <w:pPr>
              <w:pStyle w:val="GRbung"/>
            </w:pPr>
            <w:r w:rsidRPr="00E12675">
              <w:rPr>
                <w:rStyle w:val="ITWortlistederblau"/>
              </w:rPr>
              <w:t>der</w:t>
            </w:r>
            <w:r w:rsidRPr="00E12675">
              <w:rPr>
                <w:rFonts w:cstheme="minorHAnsi"/>
                <w:szCs w:val="22"/>
              </w:rPr>
              <w:t xml:space="preserve"> Fahrradlenker, -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FACDE8C" w14:textId="77777777" w:rsidR="00E6726E" w:rsidRPr="00EA11DB" w:rsidRDefault="00E6726E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14:paraId="4399819E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00586B03" w14:textId="77777777" w:rsidR="00E6726E" w:rsidRDefault="00E6726E" w:rsidP="00164AC3">
            <w:pPr>
              <w:pStyle w:val="GRbung"/>
            </w:pPr>
            <w:r w:rsidRPr="00E12675">
              <w:rPr>
                <w:rStyle w:val="ITWortlistederblau"/>
              </w:rPr>
              <w:t>der</w:t>
            </w:r>
            <w:r w:rsidRPr="00E12675">
              <w:rPr>
                <w:rFonts w:cstheme="minorHAnsi"/>
                <w:szCs w:val="22"/>
              </w:rPr>
              <w:t xml:space="preserve"> Farbverdünner, -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B0E0317" w14:textId="77777777" w:rsidR="00E6726E" w:rsidRPr="00EA11DB" w:rsidRDefault="00E6726E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14:paraId="07B7D8FC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730E60B7" w14:textId="77777777" w:rsidR="00E6726E" w:rsidRDefault="00E6726E" w:rsidP="00164AC3">
            <w:pPr>
              <w:pStyle w:val="GRbung"/>
            </w:pPr>
            <w:r w:rsidRPr="00E12675">
              <w:rPr>
                <w:rStyle w:val="ITWortlistederblau"/>
              </w:rPr>
              <w:t>der</w:t>
            </w:r>
            <w:r w:rsidRPr="00E12675">
              <w:rPr>
                <w:rFonts w:cstheme="minorHAnsi"/>
                <w:szCs w:val="22"/>
              </w:rPr>
              <w:t xml:space="preserve"> Rasenmäher, -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9A12FEA" w14:textId="77777777" w:rsidR="00E6726E" w:rsidRPr="00EA11DB" w:rsidRDefault="00E6726E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14:paraId="4A479514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30BFF22" w14:textId="77777777" w:rsidR="00E6726E" w:rsidRDefault="00E6726E" w:rsidP="00164AC3">
            <w:pPr>
              <w:pStyle w:val="GRbung"/>
            </w:pPr>
            <w:r w:rsidRPr="00E12675">
              <w:rPr>
                <w:rStyle w:val="ITWortlistederblau"/>
              </w:rPr>
              <w:t>der</w:t>
            </w:r>
            <w:r w:rsidRPr="00E12675">
              <w:rPr>
                <w:rFonts w:cstheme="minorHAnsi"/>
                <w:szCs w:val="22"/>
              </w:rPr>
              <w:t xml:space="preserve"> Reiskocher, -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E478F0B" w14:textId="77777777" w:rsidR="00E6726E" w:rsidRPr="00EA11DB" w:rsidRDefault="00E6726E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14:paraId="2CE6D672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372EF250" w14:textId="77777777" w:rsidR="00E6726E" w:rsidRDefault="00E6726E" w:rsidP="00164AC3">
            <w:pPr>
              <w:pStyle w:val="GRbung"/>
            </w:pPr>
            <w:r w:rsidRPr="00E12675">
              <w:rPr>
                <w:rFonts w:cstheme="minorHAnsi"/>
                <w:szCs w:val="22"/>
              </w:rPr>
              <w:t>etw. schälen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F12BCEF" w14:textId="77777777" w:rsidR="00E6726E" w:rsidRPr="00EA11DB" w:rsidRDefault="00E6726E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E6726E" w14:paraId="635425BB" w14:textId="77777777" w:rsidTr="00E6726E">
        <w:trPr>
          <w:trHeight w:val="300"/>
        </w:trPr>
        <w:tc>
          <w:tcPr>
            <w:tcW w:w="4678" w:type="dxa"/>
            <w:shd w:val="clear" w:color="auto" w:fill="auto"/>
            <w:noWrap/>
          </w:tcPr>
          <w:p w14:paraId="2EBDA10B" w14:textId="77777777" w:rsidR="00E6726E" w:rsidRDefault="00E6726E" w:rsidP="00164AC3">
            <w:pPr>
              <w:pStyle w:val="GRbung"/>
            </w:pPr>
            <w:r w:rsidRPr="00E12675">
              <w:rPr>
                <w:rFonts w:cstheme="minorHAnsi"/>
                <w:szCs w:val="22"/>
              </w:rPr>
              <w:t>etw. verdünnen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BD7DD5E" w14:textId="77777777" w:rsidR="00E6726E" w:rsidRPr="00EA11DB" w:rsidRDefault="00E6726E" w:rsidP="00164AC3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</w:tbl>
    <w:p w14:paraId="2E3854D2" w14:textId="77777777" w:rsidR="00E6726E" w:rsidRDefault="00E6726E" w:rsidP="00E6726E"/>
    <w:p w14:paraId="2AE92CC9" w14:textId="77777777" w:rsidR="00B02F0D" w:rsidRPr="00B02F0D" w:rsidRDefault="00B02F0D" w:rsidP="00B02F0D"/>
    <w:sectPr w:rsidR="00B02F0D" w:rsidRPr="00B02F0D" w:rsidSect="00B02F0D">
      <w:footerReference w:type="default" r:id="rId6"/>
      <w:pgSz w:w="11906" w:h="16838"/>
      <w:pgMar w:top="1417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A8FB1" w14:textId="77777777" w:rsidR="00E6726E" w:rsidRDefault="00E6726E" w:rsidP="00B02F0D">
      <w:r>
        <w:separator/>
      </w:r>
    </w:p>
  </w:endnote>
  <w:endnote w:type="continuationSeparator" w:id="0">
    <w:p w14:paraId="5F5DC993" w14:textId="77777777" w:rsidR="00E6726E" w:rsidRDefault="00E6726E" w:rsidP="00B02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lo CEF EKS 01">
    <w:panose1 w:val="020B0500000000020000"/>
    <w:charset w:val="00"/>
    <w:family w:val="swiss"/>
    <w:notTrueType/>
    <w:pitch w:val="variable"/>
    <w:sig w:usb0="800000AF" w:usb1="0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oloCEF Light">
    <w:altName w:val="Calibri"/>
    <w:panose1 w:val="00000000000000000000"/>
    <w:charset w:val="00"/>
    <w:family w:val="modern"/>
    <w:notTrueType/>
    <w:pitch w:val="variable"/>
    <w:sig w:usb0="800000AF" w:usb1="0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48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7"/>
      <w:gridCol w:w="1701"/>
      <w:gridCol w:w="5669"/>
      <w:gridCol w:w="1134"/>
      <w:gridCol w:w="1417"/>
    </w:tblGrid>
    <w:tr w:rsidR="00B02F0D" w:rsidRPr="004E26F5" w14:paraId="15BC7687" w14:textId="77777777" w:rsidTr="00B02F0D">
      <w:trPr>
        <w:trHeight w:hRule="exact" w:val="113"/>
      </w:trPr>
      <w:tc>
        <w:tcPr>
          <w:tcW w:w="567" w:type="dxa"/>
        </w:tcPr>
        <w:p w14:paraId="3A82DAEF" w14:textId="77777777" w:rsidR="00B02F0D" w:rsidRPr="004E26F5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</w:rPr>
          </w:pPr>
        </w:p>
      </w:tc>
      <w:tc>
        <w:tcPr>
          <w:tcW w:w="1701" w:type="dxa"/>
        </w:tcPr>
        <w:p w14:paraId="4915E8A7" w14:textId="77777777" w:rsidR="00B02F0D" w:rsidRPr="004E26F5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</w:rPr>
          </w:pPr>
        </w:p>
      </w:tc>
      <w:tc>
        <w:tcPr>
          <w:tcW w:w="5669" w:type="dxa"/>
        </w:tcPr>
        <w:p w14:paraId="688B22BC" w14:textId="77777777" w:rsidR="00B02F0D" w:rsidRPr="004E26F5" w:rsidRDefault="00B02F0D" w:rsidP="00A71D22">
          <w:pPr>
            <w:pStyle w:val="FZKVFliesstextFusszeileKV"/>
            <w:spacing w:line="240" w:lineRule="auto"/>
            <w:rPr>
              <w:rFonts w:ascii="PoloCEF Light" w:hAnsi="PoloCEF Light"/>
            </w:rPr>
          </w:pPr>
        </w:p>
      </w:tc>
      <w:tc>
        <w:tcPr>
          <w:tcW w:w="1134" w:type="dxa"/>
        </w:tcPr>
        <w:p w14:paraId="3CC07EDB" w14:textId="77777777" w:rsidR="00B02F0D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  <w:sz w:val="24"/>
              <w:szCs w:val="24"/>
            </w:rPr>
          </w:pPr>
        </w:p>
      </w:tc>
      <w:tc>
        <w:tcPr>
          <w:tcW w:w="1417" w:type="dxa"/>
          <w:tcBorders>
            <w:top w:val="nil"/>
          </w:tcBorders>
        </w:tcPr>
        <w:p w14:paraId="3FCF7B5D" w14:textId="77777777" w:rsidR="00B02F0D" w:rsidRDefault="00B02F0D" w:rsidP="004E26F5">
          <w:pPr>
            <w:pStyle w:val="Fuzeile"/>
            <w:spacing w:line="360" w:lineRule="auto"/>
            <w:rPr>
              <w:rFonts w:ascii="PoloCEF Light" w:hAnsi="PoloCEF Light"/>
              <w:noProof/>
              <w:sz w:val="24"/>
              <w:szCs w:val="24"/>
            </w:rPr>
          </w:pPr>
        </w:p>
      </w:tc>
    </w:tr>
    <w:tr w:rsidR="00B02F0D" w:rsidRPr="004E26F5" w14:paraId="0D36C19F" w14:textId="77777777" w:rsidTr="00B02F0D">
      <w:tc>
        <w:tcPr>
          <w:tcW w:w="567" w:type="dxa"/>
        </w:tcPr>
        <w:p w14:paraId="7A1BE76A" w14:textId="77777777" w:rsidR="00B02F0D" w:rsidRPr="00012D82" w:rsidRDefault="00B02F0D" w:rsidP="00012D82">
          <w:pPr>
            <w:pStyle w:val="FZKVFliesstextFusszeileKV"/>
            <w:spacing w:line="240" w:lineRule="auto"/>
          </w:pPr>
          <w:r>
            <w:rPr>
              <w:noProof/>
            </w:rPr>
            <w:drawing>
              <wp:inline distT="0" distB="0" distL="0" distR="0" wp14:anchorId="09F186F4" wp14:editId="11D2E708">
                <wp:extent cx="219600" cy="216000"/>
                <wp:effectExtent l="0" t="0" r="9525" b="0"/>
                <wp:docPr id="1" name="Grafik 1" descr="Ein Bild, das Schwarz, Dunkelheit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 4" descr="Ein Bild, das Schwarz, Dunkelheit enthält.&#10;&#10;Automatisch generierte Beschreibu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6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</w:tcPr>
        <w:p w14:paraId="1B89CD90" w14:textId="24A7BC8E" w:rsidR="00B02F0D" w:rsidRPr="00012D82" w:rsidRDefault="00E6726E" w:rsidP="00012D82">
          <w:pPr>
            <w:pStyle w:val="FZKVFliesstextFusszeileKV"/>
            <w:spacing w:line="240" w:lineRule="auto"/>
          </w:pPr>
          <w:r>
            <w:t>Deutsch intensiv Wortschatz C1</w:t>
          </w:r>
        </w:p>
        <w:p w14:paraId="109FD120" w14:textId="268F98CB" w:rsidR="00B02F0D" w:rsidRPr="00012D82" w:rsidRDefault="00B02F0D" w:rsidP="00012D82">
          <w:pPr>
            <w:pStyle w:val="Fuzeile"/>
            <w:rPr>
              <w:rFonts w:ascii="Polo CEF EKS 01" w:hAnsi="Polo CEF EKS 01"/>
              <w:sz w:val="10"/>
              <w:szCs w:val="10"/>
            </w:rPr>
          </w:pPr>
          <w:r w:rsidRPr="00012D82">
            <w:rPr>
              <w:rFonts w:ascii="Polo CEF EKS 01" w:hAnsi="Polo CEF EKS 01"/>
              <w:sz w:val="10"/>
              <w:szCs w:val="10"/>
            </w:rPr>
            <w:t>ISBN 978-3-12-</w:t>
          </w:r>
          <w:r w:rsidR="00E6726E">
            <w:rPr>
              <w:rFonts w:ascii="Polo CEF EKS 01" w:hAnsi="Polo CEF EKS 01"/>
              <w:sz w:val="10"/>
              <w:szCs w:val="10"/>
            </w:rPr>
            <w:t>675537-5</w:t>
          </w:r>
        </w:p>
        <w:p w14:paraId="5E267ADC" w14:textId="77777777" w:rsidR="00B02F0D" w:rsidRPr="004E26F5" w:rsidRDefault="00B02F0D" w:rsidP="00012D82">
          <w:pPr>
            <w:pStyle w:val="Fuzeile"/>
            <w:rPr>
              <w:rFonts w:ascii="PoloCEF Light" w:hAnsi="PoloCEF Light"/>
            </w:rPr>
          </w:pPr>
          <w:r w:rsidRPr="00012D82">
            <w:rPr>
              <w:rFonts w:ascii="Polo CEF EKS 01" w:hAnsi="Polo CEF EKS 01"/>
              <w:sz w:val="10"/>
              <w:szCs w:val="10"/>
            </w:rPr>
            <w:t xml:space="preserve">Alles Digitale auf </w:t>
          </w:r>
          <w:r w:rsidRPr="00012D82">
            <w:rPr>
              <w:rStyle w:val="FZKVboldFusszeileKV"/>
              <w:rFonts w:ascii="Polo CEF EKS 01" w:hAnsi="Polo CEF EKS 01"/>
              <w:b/>
              <w:sz w:val="10"/>
              <w:szCs w:val="10"/>
            </w:rPr>
            <w:t>allango.net</w:t>
          </w:r>
        </w:p>
      </w:tc>
      <w:tc>
        <w:tcPr>
          <w:tcW w:w="5669" w:type="dxa"/>
        </w:tcPr>
        <w:p w14:paraId="054439A5" w14:textId="77777777" w:rsidR="00B02F0D" w:rsidRPr="002B0B41" w:rsidRDefault="00B02F0D" w:rsidP="002B0B41">
          <w:pPr>
            <w:pStyle w:val="FZKVFliesstextFusszeileKV"/>
          </w:pPr>
          <w:r w:rsidRPr="002B0B41">
            <w:t xml:space="preserve">© Ernst Klett Sprachen GmbH, Stuttgart 2023 | www.klett-sprachen.de | Alle Rechte vorbehalten. Die Nutzung der Inhalte </w:t>
          </w:r>
          <w:r>
            <w:br/>
          </w:r>
          <w:r w:rsidRPr="002B0B41">
            <w:t xml:space="preserve">für Text- und Data-Mining ist ausdrücklich vorbehalten und daher untersagt. Von dieser Druckvorlage ist die Vervielfältigung </w:t>
          </w:r>
          <w:r>
            <w:br/>
          </w:r>
          <w:r w:rsidRPr="002B0B41">
            <w:t>für den eigenen Unterrichtsgebrauch gestattet. Die Kopiergebühren sind abgegolten.</w:t>
          </w:r>
        </w:p>
      </w:tc>
      <w:tc>
        <w:tcPr>
          <w:tcW w:w="1134" w:type="dxa"/>
        </w:tcPr>
        <w:p w14:paraId="25641BC0" w14:textId="77777777" w:rsidR="00B02F0D" w:rsidRPr="004E26F5" w:rsidRDefault="00B02F0D" w:rsidP="00012D82">
          <w:pPr>
            <w:pStyle w:val="Fuzeile"/>
            <w:spacing w:line="360" w:lineRule="auto"/>
            <w:jc w:val="right"/>
            <w:rPr>
              <w:rFonts w:ascii="PoloCEF Light" w:hAnsi="PoloCEF Light"/>
              <w:sz w:val="24"/>
              <w:szCs w:val="24"/>
            </w:rPr>
          </w:pPr>
          <w:r>
            <w:rPr>
              <w:rFonts w:ascii="PoloCEF Light" w:hAnsi="PoloCEF Light"/>
              <w:noProof/>
              <w:sz w:val="24"/>
              <w:szCs w:val="24"/>
            </w:rPr>
            <w:drawing>
              <wp:inline distT="0" distB="0" distL="0" distR="0" wp14:anchorId="62F5CDB5" wp14:editId="0AE1949D">
                <wp:extent cx="468000" cy="234000"/>
                <wp:effectExtent l="0" t="0" r="8255" b="0"/>
                <wp:docPr id="3" name="Grafik 3" descr="Ein Bild, das Schrift, Grafiken, Logo, Symbol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fik 3" descr="Ein Bild, das Schrift, Grafiken, Logo, Symbol enthält.&#10;&#10;Automatisch generierte Beschreibu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nil"/>
          </w:tcBorders>
        </w:tcPr>
        <w:p w14:paraId="0C89600E" w14:textId="77777777" w:rsidR="00B02F0D" w:rsidRDefault="00B02F0D" w:rsidP="00B02F0D">
          <w:pPr>
            <w:pStyle w:val="Fuzeile"/>
            <w:spacing w:line="360" w:lineRule="auto"/>
            <w:jc w:val="center"/>
            <w:rPr>
              <w:rFonts w:ascii="PoloCEF Light" w:hAnsi="PoloCEF Light"/>
              <w:noProof/>
              <w:sz w:val="24"/>
              <w:szCs w:val="24"/>
            </w:rPr>
          </w:pPr>
          <w:r w:rsidRPr="00325A3C">
            <w:rPr>
              <w:rFonts w:ascii="PoloCEF Light" w:hAnsi="PoloCEF Light"/>
              <w:noProof/>
              <w:sz w:val="24"/>
              <w:szCs w:val="24"/>
            </w:rPr>
            <w:fldChar w:fldCharType="begin"/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instrText>PAGE   \* MERGEFORMAT</w:instrText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fldChar w:fldCharType="separate"/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t>1</w:t>
          </w:r>
          <w:r w:rsidRPr="00325A3C">
            <w:rPr>
              <w:rFonts w:ascii="PoloCEF Light" w:hAnsi="PoloCEF Light"/>
              <w:noProof/>
              <w:sz w:val="24"/>
              <w:szCs w:val="24"/>
            </w:rPr>
            <w:fldChar w:fldCharType="end"/>
          </w:r>
        </w:p>
      </w:tc>
    </w:tr>
  </w:tbl>
  <w:p w14:paraId="08AE9DA6" w14:textId="77777777" w:rsidR="00B02F0D" w:rsidRDefault="00B02F0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7DCE2" w14:textId="77777777" w:rsidR="00E6726E" w:rsidRDefault="00E6726E" w:rsidP="00B02F0D">
      <w:r>
        <w:separator/>
      </w:r>
    </w:p>
  </w:footnote>
  <w:footnote w:type="continuationSeparator" w:id="0">
    <w:p w14:paraId="4959DC99" w14:textId="77777777" w:rsidR="00E6726E" w:rsidRDefault="00E6726E" w:rsidP="00B02F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6E"/>
    <w:rsid w:val="000E1480"/>
    <w:rsid w:val="005A7CA6"/>
    <w:rsid w:val="00623C25"/>
    <w:rsid w:val="00B02F0D"/>
    <w:rsid w:val="00E6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B98894"/>
  <w15:chartTrackingRefBased/>
  <w15:docId w15:val="{ADD04F6A-EAF3-4654-9BE3-9255B481E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726E"/>
    <w:pPr>
      <w:spacing w:after="0" w:line="240" w:lineRule="auto"/>
    </w:pPr>
    <w:rPr>
      <w:rFonts w:ascii="Calibri" w:hAnsi="Calibri" w:cs="Times New Roman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02F0D"/>
    <w:pPr>
      <w:tabs>
        <w:tab w:val="center" w:pos="4536"/>
        <w:tab w:val="right" w:pos="9072"/>
      </w:tabs>
    </w:pPr>
    <w:rPr>
      <w:rFonts w:asciiTheme="minorHAnsi" w:hAnsiTheme="minorHAnsi" w:cstheme="minorBidi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B02F0D"/>
  </w:style>
  <w:style w:type="paragraph" w:styleId="Fuzeile">
    <w:name w:val="footer"/>
    <w:basedOn w:val="Standard"/>
    <w:link w:val="FuzeileZchn"/>
    <w:uiPriority w:val="99"/>
    <w:unhideWhenUsed/>
    <w:rsid w:val="00B02F0D"/>
    <w:pPr>
      <w:tabs>
        <w:tab w:val="center" w:pos="4536"/>
        <w:tab w:val="right" w:pos="9072"/>
      </w:tabs>
    </w:pPr>
    <w:rPr>
      <w:rFonts w:asciiTheme="minorHAnsi" w:hAnsiTheme="minorHAnsi" w:cstheme="minorBidi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B02F0D"/>
  </w:style>
  <w:style w:type="table" w:styleId="Tabellenraster">
    <w:name w:val="Table Grid"/>
    <w:basedOn w:val="NormaleTabelle"/>
    <w:uiPriority w:val="39"/>
    <w:rsid w:val="00B02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ZKVFliesstextFusszeileKV">
    <w:name w:val="FZ KV Fliesstext (Fusszeile KV)"/>
    <w:basedOn w:val="Standard"/>
    <w:uiPriority w:val="99"/>
    <w:rsid w:val="00B02F0D"/>
    <w:pPr>
      <w:autoSpaceDE w:val="0"/>
      <w:autoSpaceDN w:val="0"/>
      <w:adjustRightInd w:val="0"/>
      <w:spacing w:line="134" w:lineRule="atLeast"/>
      <w:textAlignment w:val="center"/>
    </w:pPr>
    <w:rPr>
      <w:rFonts w:ascii="Polo CEF EKS 01" w:hAnsi="Polo CEF EKS 01" w:cs="Polo CEF EKS 01"/>
      <w:color w:val="000000"/>
      <w:sz w:val="10"/>
      <w:szCs w:val="10"/>
    </w:rPr>
  </w:style>
  <w:style w:type="character" w:customStyle="1" w:styleId="FZKVboldFusszeileKV">
    <w:name w:val="FZ KV bold (Fusszeile KV)"/>
    <w:uiPriority w:val="99"/>
    <w:rsid w:val="00B02F0D"/>
  </w:style>
  <w:style w:type="paragraph" w:customStyle="1" w:styleId="ITWortliste">
    <w:name w:val="IT_Wortliste"/>
    <w:basedOn w:val="Standard"/>
    <w:qFormat/>
    <w:rsid w:val="00E6726E"/>
    <w:pPr>
      <w:spacing w:after="60"/>
    </w:pPr>
    <w:rPr>
      <w:rFonts w:eastAsia="Times New Roman"/>
    </w:rPr>
  </w:style>
  <w:style w:type="character" w:customStyle="1" w:styleId="ITWortlistedasgrn">
    <w:name w:val="IT_Wortliste_das_(grün)"/>
    <w:qFormat/>
    <w:rsid w:val="00E6726E"/>
    <w:rPr>
      <w:color w:val="92D050"/>
    </w:rPr>
  </w:style>
  <w:style w:type="character" w:customStyle="1" w:styleId="ITWortlistederblau">
    <w:name w:val="IT_Wortliste_der_(blau)"/>
    <w:qFormat/>
    <w:rsid w:val="00E6726E"/>
    <w:rPr>
      <w:color w:val="00B0F0"/>
    </w:rPr>
  </w:style>
  <w:style w:type="character" w:customStyle="1" w:styleId="ITWortlistedierot">
    <w:name w:val="IT_Wortliste_die_(rot)"/>
    <w:qFormat/>
    <w:rsid w:val="00E6726E"/>
    <w:rPr>
      <w:color w:val="FF0000"/>
    </w:rPr>
  </w:style>
  <w:style w:type="paragraph" w:customStyle="1" w:styleId="ITWortlisteberschrift">
    <w:name w:val="IT_Wortliste_Überschrift"/>
    <w:basedOn w:val="Standard"/>
    <w:qFormat/>
    <w:rsid w:val="00E6726E"/>
    <w:pPr>
      <w:spacing w:after="60"/>
    </w:pPr>
    <w:rPr>
      <w:rFonts w:ascii="Arial" w:eastAsia="Times New Roman" w:hAnsi="Arial" w:cs="Arial"/>
      <w:b/>
      <w:color w:val="2E74B5"/>
    </w:rPr>
  </w:style>
  <w:style w:type="paragraph" w:customStyle="1" w:styleId="GRbung">
    <w:name w:val="GR_Übung"/>
    <w:basedOn w:val="Standard"/>
    <w:rsid w:val="00E6726E"/>
    <w:pPr>
      <w:suppressAutoHyphens/>
      <w:spacing w:line="360" w:lineRule="auto"/>
    </w:pPr>
    <w:rPr>
      <w:rFonts w:eastAsia="Times New Roman"/>
      <w:color w:val="00000A"/>
      <w:kern w:val="1"/>
      <w:lang w:eastAsia="zh-CN"/>
    </w:rPr>
  </w:style>
  <w:style w:type="paragraph" w:styleId="Titel">
    <w:name w:val="Title"/>
    <w:basedOn w:val="Standard"/>
    <w:next w:val="Standard"/>
    <w:link w:val="TitelZchn"/>
    <w:uiPriority w:val="10"/>
    <w:qFormat/>
    <w:rsid w:val="00E6726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6726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chule_Zentral\LM_Herstellung\05_Gestaltung\22_Wiki_Vorlagen\01_Fusszeile\Word\EKS_Fusszeile_Hochformat_allango_mit_SZ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EKS_Fusszeile_Hochformat_allango_mit_SZ.dotx</Template>
  <TotalTime>0</TotalTime>
  <Pages>3</Pages>
  <Words>743</Words>
  <Characters>4683</Characters>
  <Application>Microsoft Office Word</Application>
  <DocSecurity>0</DocSecurity>
  <Lines>39</Lines>
  <Paragraphs>10</Paragraphs>
  <ScaleCrop>false</ScaleCrop>
  <Company>KLETT</Company>
  <LinksUpToDate>false</LinksUpToDate>
  <CharactersWithSpaces>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1</cp:revision>
  <cp:lastPrinted>2023-10-17T05:23:00Z</cp:lastPrinted>
  <dcterms:created xsi:type="dcterms:W3CDTF">2023-10-26T12:33:00Z</dcterms:created>
  <dcterms:modified xsi:type="dcterms:W3CDTF">2023-10-26T12:38:00Z</dcterms:modified>
</cp:coreProperties>
</file>